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268" w:rsidRPr="00676EC5" w:rsidRDefault="000E5268" w:rsidP="00E1115C">
      <w:pPr>
        <w:jc w:val="center"/>
        <w:rPr>
          <w:b/>
        </w:rPr>
      </w:pPr>
      <w:r w:rsidRPr="00676EC5">
        <w:rPr>
          <w:b/>
        </w:rPr>
        <w:t>Муни</w:t>
      </w:r>
      <w:r>
        <w:rPr>
          <w:b/>
        </w:rPr>
        <w:t xml:space="preserve">ципальное бюджетное дошкольное </w:t>
      </w:r>
      <w:r w:rsidRPr="00676EC5">
        <w:rPr>
          <w:b/>
        </w:rPr>
        <w:t>образовательное учреждение</w:t>
      </w:r>
    </w:p>
    <w:p w:rsidR="000E5268" w:rsidRDefault="000E5268" w:rsidP="00E1115C">
      <w:pPr>
        <w:jc w:val="center"/>
        <w:rPr>
          <w:b/>
        </w:rPr>
      </w:pPr>
      <w:r w:rsidRPr="00676EC5">
        <w:rPr>
          <w:b/>
        </w:rPr>
        <w:t>Хадаханский детский сад «Солнышко»</w:t>
      </w:r>
    </w:p>
    <w:p w:rsidR="000E5268" w:rsidRDefault="000E5268" w:rsidP="00E1115C">
      <w:pPr>
        <w:jc w:val="center"/>
        <w:rPr>
          <w:b/>
        </w:rPr>
      </w:pPr>
    </w:p>
    <w:p w:rsidR="000E5268" w:rsidRPr="00676EC5" w:rsidRDefault="000E5268" w:rsidP="00E1115C">
      <w:pPr>
        <w:jc w:val="center"/>
        <w:rPr>
          <w:b/>
        </w:rPr>
      </w:pPr>
    </w:p>
    <w:p w:rsidR="000E5268" w:rsidRPr="00676EC5" w:rsidRDefault="000E5268" w:rsidP="00E1115C">
      <w:pPr>
        <w:jc w:val="center"/>
        <w:rPr>
          <w:b/>
        </w:rPr>
      </w:pPr>
    </w:p>
    <w:p w:rsidR="000E5268" w:rsidRDefault="000E5268" w:rsidP="00E1115C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7pt;margin-top:1.95pt;width:231pt;height:152.4pt;z-index:251658240" strokecolor="white">
            <v:textbox>
              <w:txbxContent>
                <w:p w:rsidR="000E5268" w:rsidRDefault="000E5268" w:rsidP="00E1115C">
                  <w:r>
                    <w:t>ПРИНЯТ</w:t>
                  </w:r>
                </w:p>
                <w:p w:rsidR="000E5268" w:rsidRDefault="000E5268" w:rsidP="00E1115C"/>
                <w:p w:rsidR="000E5268" w:rsidRDefault="000E5268" w:rsidP="00E1115C">
                  <w:r>
                    <w:t xml:space="preserve"> на заседании педагогического совета</w:t>
                  </w:r>
                </w:p>
                <w:p w:rsidR="000E5268" w:rsidRDefault="000E5268" w:rsidP="00E1115C"/>
                <w:p w:rsidR="000E5268" w:rsidRDefault="000E5268" w:rsidP="00E1115C">
                  <w:r>
                    <w:t xml:space="preserve"> МБДОУ Хадаханский детский сад</w:t>
                  </w:r>
                </w:p>
                <w:p w:rsidR="000E5268" w:rsidRDefault="000E5268" w:rsidP="00E1115C"/>
                <w:p w:rsidR="000E5268" w:rsidRDefault="000E5268" w:rsidP="00E1115C">
                  <w:r>
                    <w:t xml:space="preserve"> Протокол от «14» января </w:t>
                  </w:r>
                  <w:smartTag w:uri="urn:schemas-microsoft-com:office:smarttags" w:element="metricconverter">
                    <w:smartTagPr>
                      <w:attr w:name="ProductID" w:val="2015 г"/>
                    </w:smartTagPr>
                    <w:r>
                      <w:t>2015 г</w:t>
                    </w:r>
                  </w:smartTag>
                  <w:r>
                    <w:t>. № 1</w:t>
                  </w:r>
                </w:p>
                <w:p w:rsidR="000E5268" w:rsidRDefault="000E5268" w:rsidP="00E1115C"/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238pt;margin-top:1.95pt;width:231pt;height:133.35pt;z-index:251659264" strokecolor="white">
            <v:textbox>
              <w:txbxContent>
                <w:p w:rsidR="000E5268" w:rsidRDefault="000E5268" w:rsidP="00E1115C">
                  <w:r>
                    <w:t>УТВЕРЖДЕНО</w:t>
                  </w:r>
                </w:p>
                <w:p w:rsidR="000E5268" w:rsidRDefault="000E5268" w:rsidP="00E1115C"/>
                <w:p w:rsidR="000E5268" w:rsidRDefault="000E5268" w:rsidP="00E1115C">
                  <w:r>
                    <w:t>Приказом заведующего МБДОУ Хадаханский детский сад</w:t>
                  </w:r>
                </w:p>
                <w:p w:rsidR="000E5268" w:rsidRDefault="000E5268" w:rsidP="00E1115C"/>
                <w:p w:rsidR="000E5268" w:rsidRDefault="000E5268" w:rsidP="00E1115C"/>
                <w:p w:rsidR="000E5268" w:rsidRDefault="000E5268" w:rsidP="00E1115C">
                  <w:r>
                    <w:t xml:space="preserve"> от «14» января </w:t>
                  </w:r>
                  <w:smartTag w:uri="urn:schemas-microsoft-com:office:smarttags" w:element="metricconverter">
                    <w:smartTagPr>
                      <w:attr w:name="ProductID" w:val="2015 г"/>
                    </w:smartTagPr>
                    <w:r>
                      <w:t>2015 г</w:t>
                    </w:r>
                  </w:smartTag>
                  <w:r>
                    <w:t>. № 1</w:t>
                  </w:r>
                </w:p>
                <w:p w:rsidR="000E5268" w:rsidRDefault="000E5268" w:rsidP="00E1115C"/>
                <w:p w:rsidR="000E5268" w:rsidRDefault="000E5268" w:rsidP="00E1115C">
                  <w:r>
                    <w:t xml:space="preserve"> Заведующий________ Л.Ф. Мин</w:t>
                  </w:r>
                </w:p>
                <w:p w:rsidR="000E5268" w:rsidRDefault="000E5268" w:rsidP="00E1115C"/>
              </w:txbxContent>
            </v:textbox>
          </v:shape>
        </w:pict>
      </w:r>
    </w:p>
    <w:p w:rsidR="000E5268" w:rsidRDefault="000E5268" w:rsidP="00E1115C"/>
    <w:p w:rsidR="000E5268" w:rsidRDefault="000E5268" w:rsidP="00E1115C"/>
    <w:p w:rsidR="000E5268" w:rsidRDefault="000E5268" w:rsidP="00E1115C"/>
    <w:p w:rsidR="000E5268" w:rsidRDefault="000E5268" w:rsidP="00E1115C">
      <w:r>
        <w:t xml:space="preserve">  </w:t>
      </w:r>
    </w:p>
    <w:p w:rsidR="000E5268" w:rsidRDefault="000E5268" w:rsidP="00E1115C"/>
    <w:p w:rsidR="000E5268" w:rsidRDefault="000E5268" w:rsidP="00E1115C">
      <w:r>
        <w:t xml:space="preserve">  </w:t>
      </w:r>
    </w:p>
    <w:p w:rsidR="000E5268" w:rsidRDefault="000E5268" w:rsidP="00E1115C"/>
    <w:p w:rsidR="000E5268" w:rsidRDefault="000E5268" w:rsidP="00E1115C">
      <w:r>
        <w:t xml:space="preserve">  </w:t>
      </w:r>
    </w:p>
    <w:p w:rsidR="000E5268" w:rsidRDefault="000E5268" w:rsidP="00E1115C"/>
    <w:p w:rsidR="000E5268" w:rsidRDefault="000E5268" w:rsidP="00E1115C"/>
    <w:p w:rsidR="000E5268" w:rsidRPr="00676EC5" w:rsidRDefault="000E5268" w:rsidP="00E1115C">
      <w:pPr>
        <w:jc w:val="center"/>
        <w:rPr>
          <w:b/>
        </w:rPr>
      </w:pPr>
    </w:p>
    <w:p w:rsidR="000E5268" w:rsidRPr="0069054A" w:rsidRDefault="000E5268" w:rsidP="00E1115C">
      <w:pPr>
        <w:jc w:val="center"/>
        <w:rPr>
          <w:b/>
        </w:rPr>
      </w:pPr>
      <w:r w:rsidRPr="0069054A">
        <w:rPr>
          <w:b/>
        </w:rPr>
        <w:t>Положение</w:t>
      </w:r>
    </w:p>
    <w:p w:rsidR="000E5268" w:rsidRDefault="000E5268" w:rsidP="00E1115C">
      <w:pPr>
        <w:jc w:val="center"/>
        <w:rPr>
          <w:b/>
        </w:rPr>
      </w:pPr>
      <w:r w:rsidRPr="00D32D10">
        <w:rPr>
          <w:b/>
        </w:rPr>
        <w:t xml:space="preserve">об </w:t>
      </w:r>
      <w:r>
        <w:rPr>
          <w:b/>
        </w:rPr>
        <w:t>организации питания детей в</w:t>
      </w:r>
      <w:r w:rsidRPr="00D32D10">
        <w:rPr>
          <w:b/>
        </w:rPr>
        <w:t xml:space="preserve"> </w:t>
      </w:r>
      <w:r>
        <w:rPr>
          <w:b/>
        </w:rPr>
        <w:t>Муниципальном</w:t>
      </w:r>
      <w:r w:rsidRPr="00D32D10">
        <w:rPr>
          <w:b/>
        </w:rPr>
        <w:t xml:space="preserve"> </w:t>
      </w:r>
      <w:r>
        <w:rPr>
          <w:b/>
        </w:rPr>
        <w:t xml:space="preserve">бюджетном </w:t>
      </w:r>
      <w:r w:rsidRPr="00D32D10">
        <w:rPr>
          <w:b/>
        </w:rPr>
        <w:t>дошкольно</w:t>
      </w:r>
      <w:r>
        <w:rPr>
          <w:b/>
        </w:rPr>
        <w:t>м</w:t>
      </w:r>
      <w:r w:rsidRPr="00D32D10">
        <w:rPr>
          <w:b/>
        </w:rPr>
        <w:t xml:space="preserve"> образовательно</w:t>
      </w:r>
      <w:r>
        <w:rPr>
          <w:b/>
        </w:rPr>
        <w:t>м</w:t>
      </w:r>
      <w:r w:rsidRPr="00D32D10">
        <w:rPr>
          <w:b/>
        </w:rPr>
        <w:t xml:space="preserve"> учреждени</w:t>
      </w:r>
      <w:r>
        <w:rPr>
          <w:b/>
        </w:rPr>
        <w:t>и</w:t>
      </w:r>
      <w:r w:rsidRPr="00D32D10">
        <w:rPr>
          <w:b/>
        </w:rPr>
        <w:t xml:space="preserve"> </w:t>
      </w:r>
      <w:r>
        <w:rPr>
          <w:b/>
        </w:rPr>
        <w:t>Хадаханский детский сад «Солнышко»</w:t>
      </w:r>
      <w:r w:rsidRPr="00D32D10">
        <w:rPr>
          <w:b/>
        </w:rPr>
        <w:t xml:space="preserve"> </w:t>
      </w:r>
    </w:p>
    <w:p w:rsidR="000E5268" w:rsidRPr="00D32D10" w:rsidRDefault="000E5268" w:rsidP="00E1115C">
      <w:pPr>
        <w:jc w:val="center"/>
        <w:rPr>
          <w:b/>
        </w:rPr>
      </w:pPr>
    </w:p>
    <w:p w:rsidR="000E5268" w:rsidRPr="00075FBB" w:rsidRDefault="000E5268" w:rsidP="00E1115C">
      <w:pPr>
        <w:numPr>
          <w:ilvl w:val="0"/>
          <w:numId w:val="1"/>
        </w:numPr>
        <w:jc w:val="center"/>
        <w:rPr>
          <w:b/>
        </w:rPr>
      </w:pPr>
      <w:r w:rsidRPr="00075FBB">
        <w:rPr>
          <w:b/>
        </w:rPr>
        <w:t>Общие положения</w:t>
      </w:r>
    </w:p>
    <w:p w:rsidR="000E5268" w:rsidRPr="00075FBB" w:rsidRDefault="000E5268" w:rsidP="00075FBB">
      <w:pPr>
        <w:pStyle w:val="BodyText"/>
        <w:rPr>
          <w:szCs w:val="24"/>
        </w:rPr>
      </w:pPr>
      <w:r>
        <w:rPr>
          <w:szCs w:val="24"/>
        </w:rPr>
        <w:t>1.1. Настоящее П</w:t>
      </w:r>
      <w:r w:rsidRPr="00075FBB">
        <w:rPr>
          <w:szCs w:val="24"/>
        </w:rPr>
        <w:t xml:space="preserve">оложение регламентирует организацию питания в Муниципальном  бюджетном дошкольном  образовательном учреждении  </w:t>
      </w:r>
      <w:r>
        <w:rPr>
          <w:szCs w:val="24"/>
        </w:rPr>
        <w:t xml:space="preserve">Хадаханский детский сад «Солнышко» </w:t>
      </w:r>
      <w:r w:rsidRPr="00075FBB">
        <w:rPr>
          <w:szCs w:val="24"/>
        </w:rPr>
        <w:t>(далее - ДОУ).</w:t>
      </w:r>
    </w:p>
    <w:p w:rsidR="000E5268" w:rsidRPr="00075FBB" w:rsidRDefault="000E5268" w:rsidP="00075FBB">
      <w:pPr>
        <w:jc w:val="both"/>
        <w:rPr>
          <w:color w:val="000000"/>
        </w:rPr>
      </w:pPr>
      <w:r w:rsidRPr="00075FBB">
        <w:t xml:space="preserve">1.2.  Настоящее </w:t>
      </w:r>
      <w:r>
        <w:t>П</w:t>
      </w:r>
      <w:r w:rsidRPr="00075FBB">
        <w:t>оложение разработано</w:t>
      </w:r>
      <w:r w:rsidRPr="00075FBB">
        <w:rPr>
          <w:color w:val="000000"/>
        </w:rPr>
        <w:t xml:space="preserve">  в соответствии с Конституцией Российской Федерации,    законом РФ  «Об образовании в Российской Федерации»,  «Санитарно-эпидемиологическими  требованиями  к устройству,  содержанию  и  организации  режима  работы  дошкольных образовательных организаций»,  утвержденными постановлением  Главного государственного санитарного врача Российской Федерации от 15.05.2013 г. </w:t>
      </w:r>
      <w:r>
        <w:rPr>
          <w:color w:val="000000"/>
        </w:rPr>
        <w:t xml:space="preserve"> </w:t>
      </w:r>
      <w:r w:rsidRPr="00075FBB">
        <w:rPr>
          <w:color w:val="000000"/>
        </w:rPr>
        <w:t xml:space="preserve"> № 26  (далее – СанПиН 2.4.1. 3049-13), </w:t>
      </w:r>
      <w:r>
        <w:rPr>
          <w:color w:val="000000"/>
        </w:rPr>
        <w:t xml:space="preserve"> </w:t>
      </w:r>
      <w:r w:rsidRPr="00075FBB">
        <w:rPr>
          <w:color w:val="000000"/>
        </w:rPr>
        <w:t>Уставом организации и другими Федеральными законами и</w:t>
      </w:r>
      <w:r>
        <w:rPr>
          <w:color w:val="000000"/>
        </w:rPr>
        <w:t xml:space="preserve"> </w:t>
      </w:r>
      <w:r w:rsidRPr="00075FBB">
        <w:rPr>
          <w:color w:val="000000"/>
        </w:rPr>
        <w:t xml:space="preserve"> иными нормативными правовыми актами содержащие охрану здоровья обучающихся.</w:t>
      </w:r>
    </w:p>
    <w:p w:rsidR="000E5268" w:rsidRPr="00075FBB" w:rsidRDefault="000E5268" w:rsidP="00075FBB">
      <w:pPr>
        <w:shd w:val="clear" w:color="auto" w:fill="FFFFFF"/>
        <w:ind w:left="284" w:hanging="284"/>
        <w:jc w:val="both"/>
      </w:pPr>
      <w:r w:rsidRPr="00075FBB">
        <w:t>1.3.   Настоящее Положение об организации питания устанавливает:</w:t>
      </w:r>
    </w:p>
    <w:p w:rsidR="000E5268" w:rsidRPr="00075FBB" w:rsidRDefault="000E5268" w:rsidP="00075FBB">
      <w:pPr>
        <w:jc w:val="both"/>
      </w:pPr>
      <w:r w:rsidRPr="00075FBB">
        <w:t>1.3.1. цели, задачи по  организации питания в ДОУ;</w:t>
      </w:r>
    </w:p>
    <w:p w:rsidR="000E5268" w:rsidRPr="00075FBB" w:rsidRDefault="000E5268" w:rsidP="00075FBB">
      <w:pPr>
        <w:shd w:val="clear" w:color="auto" w:fill="FFFFFF"/>
        <w:jc w:val="both"/>
      </w:pPr>
      <w:r w:rsidRPr="00075FBB">
        <w:t>1.3.2. основные направления работы по организации питания в ДОУ;</w:t>
      </w:r>
    </w:p>
    <w:p w:rsidR="000E5268" w:rsidRPr="00075FBB" w:rsidRDefault="000E5268" w:rsidP="00075FBB">
      <w:pPr>
        <w:tabs>
          <w:tab w:val="left" w:pos="1276"/>
        </w:tabs>
        <w:jc w:val="both"/>
      </w:pPr>
      <w:r w:rsidRPr="00075FBB">
        <w:t>1.3.3.порядок организации питания детей, соблюдения условий для укрепления здоровья, обеспечения безопасности питания каждого обучающегося;</w:t>
      </w:r>
    </w:p>
    <w:p w:rsidR="000E5268" w:rsidRPr="00075FBB" w:rsidRDefault="000E5268" w:rsidP="00075FBB">
      <w:pPr>
        <w:tabs>
          <w:tab w:val="left" w:pos="1276"/>
        </w:tabs>
        <w:jc w:val="both"/>
      </w:pPr>
      <w:r w:rsidRPr="00075FBB">
        <w:t>1.3.4.  соблюдения условий хранения продуктов питания в ДОУ;</w:t>
      </w:r>
    </w:p>
    <w:p w:rsidR="000E5268" w:rsidRPr="00075FBB" w:rsidRDefault="000E5268" w:rsidP="00075FBB">
      <w:pPr>
        <w:shd w:val="clear" w:color="auto" w:fill="FFFFFF"/>
        <w:jc w:val="both"/>
      </w:pPr>
      <w:r w:rsidRPr="00075FBB">
        <w:t>1.3.5.  роль и место ответственного лица за организацию питания в ДОУ;</w:t>
      </w:r>
    </w:p>
    <w:p w:rsidR="000E5268" w:rsidRPr="00075FBB" w:rsidRDefault="000E5268" w:rsidP="00075FBB">
      <w:pPr>
        <w:shd w:val="clear" w:color="auto" w:fill="FFFFFF"/>
        <w:jc w:val="both"/>
      </w:pPr>
      <w:r w:rsidRPr="00075FBB">
        <w:t>1.3.6. деятельность бракеражной комиссии;</w:t>
      </w:r>
    </w:p>
    <w:p w:rsidR="000E5268" w:rsidRPr="00075FBB" w:rsidRDefault="000E5268" w:rsidP="00075FBB">
      <w:pPr>
        <w:shd w:val="clear" w:color="auto" w:fill="FFFFFF"/>
        <w:jc w:val="both"/>
      </w:pPr>
      <w:r w:rsidRPr="00075FBB">
        <w:t>1.3.7. деятельность</w:t>
      </w:r>
      <w:r>
        <w:t xml:space="preserve"> ООО «Ангара-Сервис» по вопросам питания.</w:t>
      </w:r>
    </w:p>
    <w:p w:rsidR="000E5268" w:rsidRPr="00075FBB" w:rsidRDefault="000E5268" w:rsidP="00075FBB">
      <w:pPr>
        <w:shd w:val="clear" w:color="auto" w:fill="FFFFFF"/>
        <w:jc w:val="both"/>
      </w:pPr>
      <w:r w:rsidRPr="00075FBB">
        <w:t xml:space="preserve">1.4. Настоящее Положение об организации питания вводится как обязательное для исполнения всеми: </w:t>
      </w:r>
    </w:p>
    <w:p w:rsidR="000E5268" w:rsidRPr="00075FBB" w:rsidRDefault="000E5268" w:rsidP="00075FBB">
      <w:pPr>
        <w:pStyle w:val="ListParagraph"/>
        <w:shd w:val="clear" w:color="auto" w:fill="FFFFFF"/>
        <w:ind w:left="793"/>
        <w:jc w:val="both"/>
      </w:pPr>
      <w:r w:rsidRPr="00075FBB">
        <w:t xml:space="preserve">- администрацией; </w:t>
      </w:r>
    </w:p>
    <w:p w:rsidR="000E5268" w:rsidRPr="00075FBB" w:rsidRDefault="000E5268" w:rsidP="00075FBB">
      <w:pPr>
        <w:pStyle w:val="ListParagraph"/>
        <w:shd w:val="clear" w:color="auto" w:fill="FFFFFF"/>
        <w:ind w:left="793"/>
        <w:jc w:val="both"/>
      </w:pPr>
      <w:r w:rsidRPr="00075FBB">
        <w:t>- руководителями подразделений;</w:t>
      </w:r>
    </w:p>
    <w:p w:rsidR="000E5268" w:rsidRPr="00075FBB" w:rsidRDefault="000E5268" w:rsidP="00075FBB">
      <w:pPr>
        <w:pStyle w:val="ListParagraph"/>
        <w:shd w:val="clear" w:color="auto" w:fill="FFFFFF"/>
        <w:ind w:left="793"/>
        <w:jc w:val="both"/>
      </w:pPr>
      <w:r w:rsidRPr="00075FBB">
        <w:t>- работниками пищеблока, педагогами, младшими воспитателями;</w:t>
      </w:r>
    </w:p>
    <w:p w:rsidR="000E5268" w:rsidRPr="00075FBB" w:rsidRDefault="000E5268" w:rsidP="00075FBB">
      <w:pPr>
        <w:pStyle w:val="ListParagraph"/>
        <w:shd w:val="clear" w:color="auto" w:fill="FFFFFF"/>
        <w:ind w:left="793"/>
        <w:jc w:val="both"/>
      </w:pPr>
      <w:r w:rsidRPr="00075FBB">
        <w:t>- ответственным за организацию питания.</w:t>
      </w:r>
    </w:p>
    <w:p w:rsidR="000E5268" w:rsidRPr="00075FBB" w:rsidRDefault="000E5268" w:rsidP="00075FBB">
      <w:pPr>
        <w:jc w:val="both"/>
      </w:pPr>
      <w:r w:rsidRPr="00075FBB">
        <w:t>1.5.Срок данного Положения не ограничен. Положение действует до принятия нового.</w:t>
      </w:r>
    </w:p>
    <w:p w:rsidR="000E5268" w:rsidRDefault="000E5268" w:rsidP="00075FBB">
      <w:pPr>
        <w:tabs>
          <w:tab w:val="left" w:pos="709"/>
        </w:tabs>
        <w:jc w:val="center"/>
        <w:rPr>
          <w:b/>
        </w:rPr>
      </w:pPr>
    </w:p>
    <w:p w:rsidR="000E5268" w:rsidRDefault="000E5268" w:rsidP="00075FBB">
      <w:pPr>
        <w:tabs>
          <w:tab w:val="left" w:pos="709"/>
        </w:tabs>
        <w:jc w:val="center"/>
        <w:rPr>
          <w:b/>
        </w:rPr>
      </w:pPr>
    </w:p>
    <w:p w:rsidR="000E5268" w:rsidRDefault="000E5268" w:rsidP="00075FBB">
      <w:pPr>
        <w:tabs>
          <w:tab w:val="left" w:pos="709"/>
        </w:tabs>
        <w:jc w:val="center"/>
        <w:rPr>
          <w:b/>
        </w:rPr>
      </w:pPr>
    </w:p>
    <w:p w:rsidR="000E5268" w:rsidRPr="00075FBB" w:rsidRDefault="000E5268" w:rsidP="00075FBB">
      <w:pPr>
        <w:tabs>
          <w:tab w:val="left" w:pos="709"/>
        </w:tabs>
        <w:jc w:val="center"/>
      </w:pPr>
      <w:r w:rsidRPr="00075FBB">
        <w:rPr>
          <w:b/>
        </w:rPr>
        <w:t>2. Цель, задачи по  организации питания в ДОУ.</w:t>
      </w:r>
    </w:p>
    <w:p w:rsidR="000E5268" w:rsidRPr="00075FBB" w:rsidRDefault="000E5268" w:rsidP="00E1115C">
      <w:pPr>
        <w:pStyle w:val="NormalWeb"/>
        <w:spacing w:before="0" w:beforeAutospacing="0" w:after="0" w:afterAutospacing="0"/>
        <w:ind w:right="-1"/>
        <w:jc w:val="both"/>
        <w:rPr>
          <w:b/>
        </w:rPr>
      </w:pPr>
      <w:r w:rsidRPr="00075FBB">
        <w:t xml:space="preserve">2.1. </w:t>
      </w:r>
      <w:r w:rsidRPr="00075FBB">
        <w:rPr>
          <w:u w:val="single"/>
        </w:rPr>
        <w:t>Целями</w:t>
      </w:r>
      <w:r w:rsidRPr="00075FBB">
        <w:t xml:space="preserve"> настоящего Положения  являются обеспечение гарантий прав детей раннег</w:t>
      </w:r>
      <w:r>
        <w:t>о и дошкольного возраста</w:t>
      </w:r>
      <w:r w:rsidRPr="00075FBB">
        <w:t xml:space="preserve"> на получение  питания в ДОУ, сохранение здоровья обучающихся;</w:t>
      </w:r>
    </w:p>
    <w:p w:rsidR="000E5268" w:rsidRPr="00075FBB" w:rsidRDefault="000E5268" w:rsidP="00E1115C">
      <w:pPr>
        <w:pStyle w:val="NormalWeb"/>
        <w:spacing w:before="0" w:beforeAutospacing="0" w:after="0" w:afterAutospacing="0"/>
        <w:ind w:right="-1" w:hanging="2"/>
        <w:jc w:val="both"/>
        <w:rPr>
          <w:b/>
        </w:rPr>
      </w:pPr>
      <w:r w:rsidRPr="00075FBB">
        <w:t xml:space="preserve">2.2. Основными </w:t>
      </w:r>
      <w:r w:rsidRPr="00075FBB">
        <w:rPr>
          <w:u w:val="single"/>
        </w:rPr>
        <w:t xml:space="preserve">задачами </w:t>
      </w:r>
      <w:r w:rsidRPr="00075FBB">
        <w:t>организации питания обучающихся в ДОУ являются:</w:t>
      </w:r>
    </w:p>
    <w:p w:rsidR="000E5268" w:rsidRPr="00075FBB" w:rsidRDefault="000E5268" w:rsidP="00E1115C">
      <w:pPr>
        <w:pStyle w:val="NormalWeb"/>
        <w:spacing w:before="0" w:beforeAutospacing="0" w:after="0" w:afterAutospacing="0"/>
        <w:ind w:right="-1" w:hanging="2"/>
        <w:jc w:val="both"/>
      </w:pPr>
      <w:r w:rsidRPr="00075FBB">
        <w:t>- создание условий, направленных на обеспечение обучающихся рациональным и сбалансированным питанием;</w:t>
      </w:r>
    </w:p>
    <w:p w:rsidR="000E5268" w:rsidRPr="00075FBB" w:rsidRDefault="000E5268" w:rsidP="00E1115C">
      <w:pPr>
        <w:pStyle w:val="NormalWeb"/>
        <w:spacing w:before="0" w:beforeAutospacing="0" w:after="0" w:afterAutospacing="0"/>
        <w:ind w:right="-1" w:hanging="2"/>
        <w:jc w:val="both"/>
      </w:pPr>
      <w:r w:rsidRPr="00075FBB">
        <w:t>-  гарантирование качества и безопасности питания, пищевых продуктов, используемых в приготовлении блюд;</w:t>
      </w:r>
    </w:p>
    <w:p w:rsidR="000E5268" w:rsidRPr="00075FBB" w:rsidRDefault="000E5268" w:rsidP="00E1115C">
      <w:pPr>
        <w:pStyle w:val="NormalWeb"/>
        <w:spacing w:before="0" w:beforeAutospacing="0" w:after="0" w:afterAutospacing="0"/>
        <w:ind w:left="-426" w:right="-1" w:firstLine="424"/>
        <w:jc w:val="both"/>
        <w:rPr>
          <w:b/>
        </w:rPr>
      </w:pPr>
      <w:r w:rsidRPr="00075FBB">
        <w:t>-    пропаганда принципов здорового и полноценного питания.</w:t>
      </w:r>
    </w:p>
    <w:p w:rsidR="000E5268" w:rsidRDefault="000E5268" w:rsidP="00075FBB">
      <w:pPr>
        <w:pStyle w:val="NormalWeb"/>
        <w:spacing w:before="0" w:beforeAutospacing="0" w:after="0" w:afterAutospacing="0"/>
        <w:jc w:val="center"/>
        <w:rPr>
          <w:b/>
        </w:rPr>
      </w:pPr>
    </w:p>
    <w:p w:rsidR="000E5268" w:rsidRPr="00075FBB" w:rsidRDefault="000E5268" w:rsidP="00075FBB">
      <w:pPr>
        <w:pStyle w:val="NormalWeb"/>
        <w:spacing w:before="0" w:beforeAutospacing="0" w:after="0" w:afterAutospacing="0"/>
        <w:jc w:val="center"/>
        <w:rPr>
          <w:b/>
        </w:rPr>
      </w:pPr>
      <w:r w:rsidRPr="00075FBB">
        <w:rPr>
          <w:b/>
        </w:rPr>
        <w:t>3. Основные направления работы  по  организации питания в ДОУ.</w:t>
      </w:r>
    </w:p>
    <w:p w:rsidR="000E5268" w:rsidRPr="00075FBB" w:rsidRDefault="000E5268" w:rsidP="00075FBB">
      <w:pPr>
        <w:shd w:val="clear" w:color="auto" w:fill="FFFFFF"/>
        <w:jc w:val="both"/>
      </w:pPr>
      <w:r w:rsidRPr="00075FBB">
        <w:t>3.1.Изучение нормативно-правовой базы по вопросам организации питания в ДОУ;</w:t>
      </w:r>
    </w:p>
    <w:p w:rsidR="000E5268" w:rsidRPr="00075FBB" w:rsidRDefault="000E5268" w:rsidP="00075FBB">
      <w:pPr>
        <w:shd w:val="clear" w:color="auto" w:fill="FFFFFF"/>
        <w:jc w:val="both"/>
      </w:pPr>
      <w:r w:rsidRPr="00075FBB">
        <w:t>3.2.Организация обучения руководителей  по вопросам организации питания;</w:t>
      </w:r>
    </w:p>
    <w:p w:rsidR="000E5268" w:rsidRPr="00075FBB" w:rsidRDefault="000E5268" w:rsidP="00075FBB">
      <w:pPr>
        <w:shd w:val="clear" w:color="auto" w:fill="FFFFFF"/>
        <w:jc w:val="both"/>
      </w:pPr>
      <w:r w:rsidRPr="00075FBB">
        <w:t>3.3.Материально-техническое оснащение помещения пищеблока;</w:t>
      </w:r>
    </w:p>
    <w:p w:rsidR="000E5268" w:rsidRPr="00075FBB" w:rsidRDefault="000E5268" w:rsidP="00075FBB">
      <w:pPr>
        <w:shd w:val="clear" w:color="auto" w:fill="FFFFFF"/>
        <w:jc w:val="both"/>
      </w:pPr>
      <w:r w:rsidRPr="00075FBB">
        <w:t>3.4.Рациональное размещение технологического оборудования и сантехнического оборудования в помещении пищеблока;</w:t>
      </w:r>
    </w:p>
    <w:p w:rsidR="000E5268" w:rsidRPr="00075FBB" w:rsidRDefault="000E5268" w:rsidP="00075FBB">
      <w:pPr>
        <w:shd w:val="clear" w:color="auto" w:fill="FFFFFF"/>
        <w:jc w:val="both"/>
      </w:pPr>
      <w:r w:rsidRPr="00075FBB">
        <w:t>3.5.Организация питания детей раннего возраста;</w:t>
      </w:r>
    </w:p>
    <w:p w:rsidR="000E5268" w:rsidRPr="00075FBB" w:rsidRDefault="000E5268" w:rsidP="00075FBB">
      <w:pPr>
        <w:shd w:val="clear" w:color="auto" w:fill="FFFFFF"/>
        <w:jc w:val="both"/>
      </w:pPr>
      <w:r w:rsidRPr="00075FBB">
        <w:t>3.6.Организация питания детей дошкольного возраста;</w:t>
      </w:r>
    </w:p>
    <w:p w:rsidR="000E5268" w:rsidRPr="00075FBB" w:rsidRDefault="000E5268" w:rsidP="00075FBB">
      <w:pPr>
        <w:shd w:val="clear" w:color="auto" w:fill="FFFFFF"/>
        <w:jc w:val="both"/>
      </w:pPr>
      <w:r w:rsidRPr="00075FBB">
        <w:t>3.7.Обучение и инструктаж сотрудников пищеблока;</w:t>
      </w:r>
    </w:p>
    <w:p w:rsidR="000E5268" w:rsidRPr="00075FBB" w:rsidRDefault="000E5268" w:rsidP="00075FBB">
      <w:pPr>
        <w:shd w:val="clear" w:color="auto" w:fill="FFFFFF"/>
        <w:jc w:val="both"/>
      </w:pPr>
      <w:r w:rsidRPr="00075FBB">
        <w:t xml:space="preserve">3.8.Обучение и инструктаж воспитателей, </w:t>
      </w:r>
      <w:r>
        <w:t>младших</w:t>
      </w:r>
      <w:r w:rsidRPr="00075FBB">
        <w:t xml:space="preserve"> воспитателей;</w:t>
      </w:r>
    </w:p>
    <w:p w:rsidR="000E5268" w:rsidRPr="00075FBB" w:rsidRDefault="000E5268" w:rsidP="00075FBB">
      <w:pPr>
        <w:shd w:val="clear" w:color="auto" w:fill="FFFFFF"/>
        <w:jc w:val="both"/>
      </w:pPr>
      <w:r w:rsidRPr="00075FBB">
        <w:t>3.9. Контроль и анализ условий организации питания детей</w:t>
      </w:r>
      <w:r>
        <w:t xml:space="preserve"> раннего и дошкольного возраста</w:t>
      </w:r>
      <w:r w:rsidRPr="00075FBB">
        <w:t xml:space="preserve"> в ДОУ;</w:t>
      </w:r>
    </w:p>
    <w:p w:rsidR="000E5268" w:rsidRPr="00075FBB" w:rsidRDefault="000E5268" w:rsidP="00075FBB">
      <w:pPr>
        <w:shd w:val="clear" w:color="auto" w:fill="FFFFFF"/>
        <w:jc w:val="both"/>
      </w:pPr>
      <w:r w:rsidRPr="00075FBB">
        <w:t>3.10.Разработка мероприятий по вопросам организации сбалансированного, полезного  питания в ДОУ;</w:t>
      </w:r>
    </w:p>
    <w:p w:rsidR="000E5268" w:rsidRPr="00075FBB" w:rsidRDefault="000E5268" w:rsidP="00075FBB">
      <w:pPr>
        <w:shd w:val="clear" w:color="auto" w:fill="FFFFFF"/>
        <w:jc w:val="both"/>
      </w:pPr>
      <w:r w:rsidRPr="00075FBB">
        <w:t>3.11. Организация обеспечения работников пищеблока средствами индивидуальной защиты, средствами дезинфекции;</w:t>
      </w:r>
    </w:p>
    <w:p w:rsidR="000E5268" w:rsidRPr="00075FBB" w:rsidRDefault="000E5268" w:rsidP="00075FBB">
      <w:pPr>
        <w:shd w:val="clear" w:color="auto" w:fill="FFFFFF"/>
        <w:jc w:val="both"/>
      </w:pPr>
      <w:r w:rsidRPr="00075FBB">
        <w:t>3.1</w:t>
      </w:r>
      <w:r>
        <w:t>2</w:t>
      </w:r>
      <w:r w:rsidRPr="00075FBB">
        <w:t>. Изучение и распространение опыта по организации питания в ДОУ, пропаганда вопросов здорового питания.</w:t>
      </w:r>
    </w:p>
    <w:p w:rsidR="000E5268" w:rsidRDefault="000E5268" w:rsidP="00075FBB">
      <w:pPr>
        <w:jc w:val="center"/>
        <w:textAlignment w:val="baseline"/>
        <w:rPr>
          <w:b/>
          <w:bCs/>
          <w:color w:val="000000"/>
          <w:bdr w:val="none" w:sz="0" w:space="0" w:color="auto" w:frame="1"/>
        </w:rPr>
      </w:pPr>
    </w:p>
    <w:p w:rsidR="000E5268" w:rsidRPr="00075FBB" w:rsidRDefault="000E5268" w:rsidP="00075FBB">
      <w:pPr>
        <w:jc w:val="center"/>
        <w:textAlignment w:val="baseline"/>
        <w:rPr>
          <w:b/>
          <w:bCs/>
          <w:color w:val="000000"/>
          <w:bdr w:val="none" w:sz="0" w:space="0" w:color="auto" w:frame="1"/>
        </w:rPr>
      </w:pPr>
      <w:r w:rsidRPr="00075FBB">
        <w:rPr>
          <w:b/>
          <w:bCs/>
          <w:color w:val="000000"/>
          <w:bdr w:val="none" w:sz="0" w:space="0" w:color="auto" w:frame="1"/>
        </w:rPr>
        <w:t>4. Требования к организации питания обучающихся в ДОУ.</w:t>
      </w:r>
    </w:p>
    <w:p w:rsidR="000E5268" w:rsidRPr="00075FBB" w:rsidRDefault="000E5268" w:rsidP="00075FBB">
      <w:pPr>
        <w:jc w:val="both"/>
        <w:textAlignment w:val="baseline"/>
        <w:rPr>
          <w:b/>
          <w:bCs/>
          <w:color w:val="FF0000"/>
          <w:bdr w:val="none" w:sz="0" w:space="0" w:color="auto" w:frame="1"/>
        </w:rPr>
      </w:pPr>
    </w:p>
    <w:p w:rsidR="000E5268" w:rsidRPr="00075FBB" w:rsidRDefault="000E5268" w:rsidP="00075FBB">
      <w:pPr>
        <w:tabs>
          <w:tab w:val="left" w:pos="1276"/>
        </w:tabs>
        <w:jc w:val="both"/>
      </w:pPr>
      <w:r w:rsidRPr="00075FBB">
        <w:t>4.1. Организация питания возлагается на администрацию ДОУ. Распределение обязанностей по организации питания между работниками пищеблока, педагогами, младшими воспитателями определено должностными инструкциями.</w:t>
      </w:r>
    </w:p>
    <w:p w:rsidR="000E5268" w:rsidRPr="00075FBB" w:rsidRDefault="000E5268" w:rsidP="00075FBB">
      <w:pPr>
        <w:tabs>
          <w:tab w:val="left" w:pos="1276"/>
        </w:tabs>
        <w:jc w:val="both"/>
      </w:pPr>
      <w:r w:rsidRPr="00075FBB">
        <w:t xml:space="preserve">4.2. Заведующий ДОУ несет ответственность за организацию питания, осуществляет контроль за работой сотрудников. </w:t>
      </w:r>
    </w:p>
    <w:p w:rsidR="000E5268" w:rsidRPr="00075FBB" w:rsidRDefault="000E5268" w:rsidP="00075FBB">
      <w:pPr>
        <w:pStyle w:val="NormalWeb"/>
        <w:tabs>
          <w:tab w:val="left" w:pos="567"/>
        </w:tabs>
        <w:spacing w:before="0" w:beforeAutospacing="0" w:after="0" w:afterAutospacing="0"/>
        <w:jc w:val="both"/>
        <w:rPr>
          <w:b/>
          <w:color w:val="000000"/>
        </w:rPr>
      </w:pPr>
      <w:r w:rsidRPr="00075FBB">
        <w:t>4.3. При транспортировке пищевых продуктов необходимо соблюдать условия, обеспечивающие их сохранность, предохраняющие от загрязнения, с учетом санитарно-эпидемиологических требований к их перевозке.</w:t>
      </w:r>
    </w:p>
    <w:p w:rsidR="000E5268" w:rsidRPr="00075FBB" w:rsidRDefault="000E5268" w:rsidP="00075FBB">
      <w:pPr>
        <w:pStyle w:val="NormalWeb"/>
        <w:tabs>
          <w:tab w:val="left" w:pos="567"/>
        </w:tabs>
        <w:spacing w:before="0" w:beforeAutospacing="0" w:after="0" w:afterAutospacing="0"/>
        <w:jc w:val="both"/>
        <w:rPr>
          <w:b/>
          <w:color w:val="000000"/>
        </w:rPr>
      </w:pPr>
      <w:r w:rsidRPr="00075FBB">
        <w:t xml:space="preserve">4.4. Приём пищевых продуктов  и продовольственного сырья из </w:t>
      </w:r>
      <w:r>
        <w:t>ООО «Ангара-Сервис»</w:t>
      </w:r>
      <w:r w:rsidRPr="00075FBB">
        <w:t xml:space="preserve"> в ДОУ осуществляется при наличии товаросопроводительных документов,  подтверждающих их качество и безопасность (ведомость на доставку продуктов питания, счет-фактура, удостоверение качества, при необходимости - ветеринарное свидетельство). Продукция поступает в таре производителя (поставщика) и в таре ДОУ. Документация, удостоверяющая качество и безопасность продукции, маркировочные ярлыки (или их копии), сохраняются до окончания реализации продукции. Входной контроль поступающих продуктов (бракераж сырых продуктов) осуществляет ответственное лицо. Результаты контроля регистрируются в специальном журнале. Не допускаются к приему пищевые продукты с признаками недоброкачественности, а также продукты без сопроводительных документов, подтверждающих их качество и безопасность, не имеющие маркировки, в случае если наличие такой маркировки предусмотрено законодательством Российской Федерации.</w:t>
      </w:r>
    </w:p>
    <w:p w:rsidR="000E5268" w:rsidRPr="00075FBB" w:rsidRDefault="000E5268" w:rsidP="00075FBB">
      <w:pPr>
        <w:pStyle w:val="NormalWeb"/>
        <w:tabs>
          <w:tab w:val="left" w:pos="567"/>
        </w:tabs>
        <w:spacing w:before="0" w:beforeAutospacing="0" w:after="0" w:afterAutospacing="0"/>
        <w:jc w:val="both"/>
        <w:rPr>
          <w:b/>
          <w:color w:val="000000"/>
        </w:rPr>
      </w:pPr>
      <w:r w:rsidRPr="00075FBB">
        <w:t>4.5. Пищевые продукты хранят в соответствии с условиями их хранения и сроками годности, установленными предприятием-изготовителем в соответствии с нормативно-технической документацией. Складские помещени</w:t>
      </w:r>
      <w:r>
        <w:t>я для хранения продуктов оборудованы</w:t>
      </w:r>
      <w:r w:rsidRPr="00075FBB">
        <w:t xml:space="preserve"> приборами для измерения температуры воздуха, холодильное оборудование – контрольными термометрами.</w:t>
      </w:r>
    </w:p>
    <w:p w:rsidR="000E5268" w:rsidRPr="00075FBB" w:rsidRDefault="000E5268" w:rsidP="00075FBB">
      <w:pPr>
        <w:pStyle w:val="NormalWeb"/>
        <w:tabs>
          <w:tab w:val="left" w:pos="567"/>
        </w:tabs>
        <w:spacing w:before="0" w:beforeAutospacing="0" w:after="0" w:afterAutospacing="0"/>
        <w:jc w:val="both"/>
        <w:rPr>
          <w:b/>
          <w:color w:val="000000"/>
        </w:rPr>
      </w:pPr>
      <w:r w:rsidRPr="00075FBB">
        <w:t>4.6. Устройство, оборудование и содержание пищеблока ДОУ должно соответствовать санитарным правилам к организациям общественного питания.</w:t>
      </w:r>
    </w:p>
    <w:p w:rsidR="000E5268" w:rsidRPr="00075FBB" w:rsidRDefault="000E5268" w:rsidP="00075FBB">
      <w:pPr>
        <w:pStyle w:val="NormalWeb"/>
        <w:tabs>
          <w:tab w:val="left" w:pos="567"/>
        </w:tabs>
        <w:spacing w:before="0" w:beforeAutospacing="0" w:after="0" w:afterAutospacing="0"/>
        <w:jc w:val="both"/>
      </w:pPr>
      <w:r w:rsidRPr="00075FBB">
        <w:t>4.7. Всё технологическое и холодильное оборудование должно быть в рабочем состоянии.</w:t>
      </w:r>
    </w:p>
    <w:p w:rsidR="000E5268" w:rsidRPr="00075FBB" w:rsidRDefault="000E5268" w:rsidP="00075FBB">
      <w:pPr>
        <w:pStyle w:val="NormalWeb"/>
        <w:tabs>
          <w:tab w:val="left" w:pos="567"/>
        </w:tabs>
        <w:spacing w:before="0" w:beforeAutospacing="0" w:after="0" w:afterAutospacing="0"/>
        <w:jc w:val="both"/>
        <w:rPr>
          <w:b/>
          <w:color w:val="000000"/>
        </w:rPr>
      </w:pPr>
      <w:r w:rsidRPr="00075FBB">
        <w:t>4.8. Технологическое оборудование, инвентарь, посуда, тара должны быть изготовлены из материалов, разрешенных для контакта с пищевыми продуктами. Весь кухонный инвентарь и кухонная посуда должны иметь маркировку для сырых и готовых пищевых продуктов.</w:t>
      </w:r>
    </w:p>
    <w:p w:rsidR="000E5268" w:rsidRPr="00075FBB" w:rsidRDefault="000E5268" w:rsidP="00075FBB">
      <w:pPr>
        <w:pStyle w:val="NormalWeb"/>
        <w:tabs>
          <w:tab w:val="left" w:pos="567"/>
        </w:tabs>
        <w:spacing w:before="0" w:beforeAutospacing="0" w:after="0" w:afterAutospacing="0"/>
        <w:jc w:val="both"/>
        <w:rPr>
          <w:b/>
          <w:color w:val="000000"/>
        </w:rPr>
      </w:pPr>
      <w:r w:rsidRPr="00075FBB">
        <w:t>4.9. Для приготовления пищи   используется   электрооборудование, электрическая плита.</w:t>
      </w:r>
    </w:p>
    <w:p w:rsidR="000E5268" w:rsidRPr="00075FBB" w:rsidRDefault="000E5268" w:rsidP="00075FBB">
      <w:pPr>
        <w:pStyle w:val="NormalWeb"/>
        <w:tabs>
          <w:tab w:val="left" w:pos="567"/>
        </w:tabs>
        <w:spacing w:before="0" w:beforeAutospacing="0" w:after="0" w:afterAutospacing="0"/>
        <w:jc w:val="both"/>
        <w:rPr>
          <w:b/>
          <w:color w:val="000000"/>
        </w:rPr>
      </w:pPr>
      <w:r w:rsidRPr="00075FBB">
        <w:t>4.10. В помещении пищеблока проводят ежедневную влажную уборку, генеральную уборку по утвержденному графику.</w:t>
      </w:r>
    </w:p>
    <w:p w:rsidR="000E5268" w:rsidRPr="00075FBB" w:rsidRDefault="000E5268" w:rsidP="00075FBB">
      <w:pPr>
        <w:pStyle w:val="NormalWeb"/>
        <w:tabs>
          <w:tab w:val="left" w:pos="567"/>
        </w:tabs>
        <w:spacing w:before="0" w:beforeAutospacing="0" w:after="0" w:afterAutospacing="0"/>
        <w:jc w:val="both"/>
        <w:rPr>
          <w:b/>
          <w:color w:val="000000"/>
        </w:rPr>
      </w:pPr>
      <w:r w:rsidRPr="00075FBB">
        <w:t>4.11. Работники пищеблока проходят медицинские осмотры и обследования, профессиональную гигиеническую подготовку, должны иметь личную медицинскую книжку, куда вносят результаты медицинских обследований и лабораторных исследований, сведения о прививках, перенесенных инфекционных заболеваниях, сведения о прохождении профессиональной   гигиенической   подготовки.</w:t>
      </w:r>
    </w:p>
    <w:p w:rsidR="000E5268" w:rsidRPr="00075FBB" w:rsidRDefault="000E5268" w:rsidP="00075FBB">
      <w:pPr>
        <w:pStyle w:val="NormalWeb"/>
        <w:tabs>
          <w:tab w:val="left" w:pos="567"/>
        </w:tabs>
        <w:spacing w:before="0" w:beforeAutospacing="0" w:after="0" w:afterAutospacing="0"/>
        <w:jc w:val="both"/>
        <w:rPr>
          <w:b/>
          <w:color w:val="000000"/>
        </w:rPr>
      </w:pPr>
      <w:r w:rsidRPr="00075FBB">
        <w:t>4.12. Ежедневно перед началом работы ответственное лицо, прошедшее специальный инструктаж  проводит осмотр работников, связанных с приготовлением и раздачей пищи, на наличие гнойничковых заболеваний кожи рук и открытых поверхностей тела, а также ангин, катаральных явлений верхних дыхательных путей. Результаты осмотра заносятся в «Журнал здоровья». Не допускаются или немедленно отстраняют от работы  больных работников или при подозрении на инфекционные заболевания. Допускают к работе по приготовлению блюд и их раздачи работники пищеблока, имеющих на руках порезы, ожоги, если они будут работать в перчатках.</w:t>
      </w:r>
    </w:p>
    <w:p w:rsidR="000E5268" w:rsidRPr="00075FBB" w:rsidRDefault="000E5268" w:rsidP="00075FBB">
      <w:pPr>
        <w:pStyle w:val="NormalWeb"/>
        <w:tabs>
          <w:tab w:val="left" w:pos="567"/>
        </w:tabs>
        <w:spacing w:before="0" w:beforeAutospacing="0" w:after="0" w:afterAutospacing="0"/>
        <w:jc w:val="both"/>
        <w:rPr>
          <w:b/>
          <w:color w:val="000000"/>
        </w:rPr>
      </w:pPr>
      <w:r w:rsidRPr="00075FBB">
        <w:t>4.13. Работники пищеблока не должны во время работы носить кольца, серьги, закалывать спецодежду булавками, принимать пищу и курить на рабочем месте и на территории ДОУ.</w:t>
      </w:r>
    </w:p>
    <w:p w:rsidR="000E5268" w:rsidRPr="00075FBB" w:rsidRDefault="000E5268" w:rsidP="00075FBB">
      <w:pPr>
        <w:pStyle w:val="NormalWeb"/>
        <w:tabs>
          <w:tab w:val="left" w:pos="567"/>
        </w:tabs>
        <w:spacing w:before="0" w:beforeAutospacing="0" w:after="0" w:afterAutospacing="0"/>
        <w:jc w:val="both"/>
        <w:rPr>
          <w:b/>
          <w:color w:val="000000"/>
        </w:rPr>
      </w:pPr>
      <w:r w:rsidRPr="00075FBB">
        <w:t>4.14. В ДОУ  должен быть организован питьевой режим. Питьевая вода, в том числе расфасованная в емкости и бутилированная, по качеству и безопасности должна отвечать требованиям на питьевую воду. Допускается использование кипяченой питьевой воды, при условии ее хранения не более 3-х часов.</w:t>
      </w:r>
    </w:p>
    <w:p w:rsidR="000E5268" w:rsidRPr="00075FBB" w:rsidRDefault="000E5268" w:rsidP="00075FBB">
      <w:pPr>
        <w:pStyle w:val="NormalWeb"/>
        <w:tabs>
          <w:tab w:val="left" w:pos="567"/>
        </w:tabs>
        <w:spacing w:before="0" w:beforeAutospacing="0" w:after="0" w:afterAutospacing="0"/>
        <w:jc w:val="both"/>
        <w:rPr>
          <w:b/>
          <w:color w:val="000000"/>
        </w:rPr>
      </w:pPr>
      <w:r w:rsidRPr="00075FBB">
        <w:t>4.15.   Для обеспечения разнообразного  и полноценного  питания детей в ДОУ и дома родителей информируют об ассортименте питания ребёнка, вывешивая  ежедневное меню в каждой   групповой ячейке. В ежедневном меню указывается на</w:t>
      </w:r>
      <w:r>
        <w:t>именование блюда и объем порции</w:t>
      </w:r>
      <w:r w:rsidRPr="00075FBB">
        <w:t xml:space="preserve">. </w:t>
      </w:r>
    </w:p>
    <w:p w:rsidR="000E5268" w:rsidRPr="00075FBB" w:rsidRDefault="000E5268" w:rsidP="00075FBB">
      <w:pPr>
        <w:pStyle w:val="NormalWeb"/>
        <w:tabs>
          <w:tab w:val="left" w:pos="567"/>
        </w:tabs>
        <w:spacing w:before="0" w:beforeAutospacing="0" w:after="0" w:afterAutospacing="0"/>
        <w:jc w:val="both"/>
        <w:rPr>
          <w:b/>
          <w:color w:val="000000"/>
        </w:rPr>
      </w:pPr>
      <w:r w:rsidRPr="00075FBB">
        <w:rPr>
          <w:color w:val="000000"/>
        </w:rPr>
        <w:t>4.16. Помещение пищеблока должно быть оборудовано вытяжной вентиляцией.</w:t>
      </w:r>
    </w:p>
    <w:p w:rsidR="000E5268" w:rsidRDefault="000E5268" w:rsidP="00075FBB">
      <w:pPr>
        <w:jc w:val="center"/>
        <w:rPr>
          <w:b/>
        </w:rPr>
      </w:pPr>
    </w:p>
    <w:p w:rsidR="000E5268" w:rsidRPr="00075FBB" w:rsidRDefault="000E5268" w:rsidP="00075FBB">
      <w:pPr>
        <w:jc w:val="center"/>
        <w:rPr>
          <w:b/>
        </w:rPr>
      </w:pPr>
      <w:r w:rsidRPr="00075FBB">
        <w:rPr>
          <w:b/>
        </w:rPr>
        <w:t>5. Организация питания в ДОУ.</w:t>
      </w:r>
    </w:p>
    <w:p w:rsidR="000E5268" w:rsidRPr="00075FBB" w:rsidRDefault="000E5268" w:rsidP="00075FBB">
      <w:pPr>
        <w:shd w:val="clear" w:color="auto" w:fill="FFFFFF"/>
        <w:jc w:val="both"/>
        <w:rPr>
          <w:color w:val="000000"/>
        </w:rPr>
      </w:pPr>
      <w:r w:rsidRPr="00075FBB">
        <w:rPr>
          <w:color w:val="000000"/>
        </w:rPr>
        <w:t xml:space="preserve">5.1.Организация питания обучающихся в ДОУ </w:t>
      </w:r>
      <w:r w:rsidRPr="00075FBB">
        <w:rPr>
          <w:color w:val="000000"/>
          <w:spacing w:val="-2"/>
        </w:rPr>
        <w:t>предусма</w:t>
      </w:r>
      <w:r>
        <w:rPr>
          <w:color w:val="000000"/>
          <w:spacing w:val="-2"/>
        </w:rPr>
        <w:t>тривает необходимость соблюдения</w:t>
      </w:r>
      <w:r w:rsidRPr="00075FBB">
        <w:rPr>
          <w:color w:val="000000"/>
          <w:spacing w:val="-2"/>
        </w:rPr>
        <w:t xml:space="preserve"> следующих ос</w:t>
      </w:r>
      <w:r w:rsidRPr="00075FBB">
        <w:rPr>
          <w:color w:val="000000"/>
          <w:spacing w:val="-2"/>
        </w:rPr>
        <w:softHyphen/>
      </w:r>
      <w:r w:rsidRPr="00075FBB">
        <w:rPr>
          <w:color w:val="000000"/>
        </w:rPr>
        <w:t>новных принципов:</w:t>
      </w:r>
    </w:p>
    <w:p w:rsidR="000E5268" w:rsidRPr="00075FBB" w:rsidRDefault="000E5268" w:rsidP="00075FBB">
      <w:pPr>
        <w:shd w:val="clear" w:color="auto" w:fill="FFFFFF"/>
        <w:jc w:val="both"/>
        <w:rPr>
          <w:color w:val="000000"/>
        </w:rPr>
      </w:pPr>
      <w:r w:rsidRPr="00075FBB">
        <w:rPr>
          <w:color w:val="000000"/>
        </w:rPr>
        <w:t>- </w:t>
      </w:r>
      <w:r w:rsidRPr="00075FBB">
        <w:rPr>
          <w:color w:val="000000"/>
          <w:spacing w:val="-1"/>
        </w:rPr>
        <w:t>составление полноценного рациона питания;</w:t>
      </w:r>
    </w:p>
    <w:p w:rsidR="000E5268" w:rsidRPr="00075FBB" w:rsidRDefault="000E5268" w:rsidP="00075FBB">
      <w:pPr>
        <w:shd w:val="clear" w:color="auto" w:fill="FFFFFF"/>
        <w:jc w:val="both"/>
        <w:rPr>
          <w:color w:val="000000"/>
        </w:rPr>
      </w:pPr>
      <w:r w:rsidRPr="00075FBB">
        <w:rPr>
          <w:color w:val="000000"/>
        </w:rPr>
        <w:t>- </w:t>
      </w:r>
      <w:r w:rsidRPr="00075FBB">
        <w:rPr>
          <w:color w:val="000000"/>
          <w:spacing w:val="-2"/>
        </w:rPr>
        <w:t>использование разнообразного ассортимента продуктов, гаран</w:t>
      </w:r>
      <w:r w:rsidRPr="00075FBB">
        <w:rPr>
          <w:color w:val="000000"/>
          <w:spacing w:val="-2"/>
        </w:rPr>
        <w:softHyphen/>
      </w:r>
      <w:r w:rsidRPr="00075FBB">
        <w:rPr>
          <w:color w:val="000000"/>
        </w:rPr>
        <w:t>тирующих достаточное содержание необходимых минеральных веществ и витаминов;</w:t>
      </w:r>
    </w:p>
    <w:p w:rsidR="000E5268" w:rsidRPr="00075FBB" w:rsidRDefault="000E5268" w:rsidP="00075FBB">
      <w:pPr>
        <w:shd w:val="clear" w:color="auto" w:fill="FFFFFF"/>
        <w:jc w:val="both"/>
        <w:rPr>
          <w:color w:val="000000"/>
        </w:rPr>
      </w:pPr>
      <w:r w:rsidRPr="00075FBB">
        <w:rPr>
          <w:color w:val="000000"/>
        </w:rPr>
        <w:t>- строгое соблюдение режима питания, отвечающего физиологи</w:t>
      </w:r>
      <w:r w:rsidRPr="00075FBB">
        <w:rPr>
          <w:color w:val="000000"/>
        </w:rPr>
        <w:softHyphen/>
        <w:t>ческим особенностям детей различных возрастных групп, пра</w:t>
      </w:r>
      <w:r w:rsidRPr="00075FBB">
        <w:rPr>
          <w:color w:val="000000"/>
        </w:rPr>
        <w:softHyphen/>
      </w:r>
      <w:r w:rsidRPr="00075FBB">
        <w:rPr>
          <w:color w:val="000000"/>
          <w:spacing w:val="-3"/>
        </w:rPr>
        <w:t>вильное сочетание его с режимом дня каждого ребенка и режимом </w:t>
      </w:r>
      <w:r w:rsidRPr="00075FBB">
        <w:rPr>
          <w:color w:val="000000"/>
        </w:rPr>
        <w:t>работы ДОУ;</w:t>
      </w:r>
    </w:p>
    <w:p w:rsidR="000E5268" w:rsidRPr="00075FBB" w:rsidRDefault="000E5268" w:rsidP="00075FBB">
      <w:pPr>
        <w:shd w:val="clear" w:color="auto" w:fill="FFFFFF"/>
        <w:jc w:val="both"/>
        <w:rPr>
          <w:color w:val="000000"/>
        </w:rPr>
      </w:pPr>
      <w:r w:rsidRPr="00075FBB">
        <w:rPr>
          <w:color w:val="000000"/>
          <w:spacing w:val="-2"/>
        </w:rPr>
        <w:t>- соблюдение правил эстетики питания, воспитание необходимых гигиенических навыков в зависимости от возраста и уровня разви</w:t>
      </w:r>
      <w:r w:rsidRPr="00075FBB">
        <w:rPr>
          <w:color w:val="000000"/>
          <w:spacing w:val="-2"/>
        </w:rPr>
        <w:softHyphen/>
      </w:r>
      <w:r w:rsidRPr="00075FBB">
        <w:rPr>
          <w:color w:val="000000"/>
        </w:rPr>
        <w:t>тия детей;</w:t>
      </w:r>
    </w:p>
    <w:p w:rsidR="000E5268" w:rsidRPr="00075FBB" w:rsidRDefault="000E5268" w:rsidP="00075FBB">
      <w:pPr>
        <w:shd w:val="clear" w:color="auto" w:fill="FFFFFF"/>
        <w:jc w:val="both"/>
        <w:rPr>
          <w:color w:val="000000"/>
        </w:rPr>
      </w:pPr>
      <w:r w:rsidRPr="00075FBB">
        <w:rPr>
          <w:color w:val="000000"/>
          <w:spacing w:val="-2"/>
        </w:rPr>
        <w:t>- правильное сочетание питания в ДОУ с пи</w:t>
      </w:r>
      <w:r w:rsidRPr="00075FBB">
        <w:rPr>
          <w:color w:val="000000"/>
          <w:spacing w:val="-2"/>
        </w:rPr>
        <w:softHyphen/>
      </w:r>
      <w:r w:rsidRPr="00075FBB">
        <w:rPr>
          <w:color w:val="000000"/>
        </w:rPr>
        <w:t>танием в домашних условиях, проведение необходимой санитар</w:t>
      </w:r>
      <w:r w:rsidRPr="00075FBB">
        <w:rPr>
          <w:color w:val="000000"/>
        </w:rPr>
        <w:softHyphen/>
      </w:r>
      <w:r>
        <w:rPr>
          <w:color w:val="000000"/>
          <w:spacing w:val="-1"/>
        </w:rPr>
        <w:t>но-</w:t>
      </w:r>
      <w:r w:rsidRPr="00075FBB">
        <w:rPr>
          <w:color w:val="000000"/>
          <w:spacing w:val="-1"/>
        </w:rPr>
        <w:t>просветительной работой с родителями, гигиеническое вос</w:t>
      </w:r>
      <w:r w:rsidRPr="00075FBB">
        <w:rPr>
          <w:color w:val="000000"/>
          <w:spacing w:val="-1"/>
        </w:rPr>
        <w:softHyphen/>
      </w:r>
      <w:r w:rsidRPr="00075FBB">
        <w:rPr>
          <w:color w:val="000000"/>
        </w:rPr>
        <w:t>питание детей;</w:t>
      </w:r>
    </w:p>
    <w:p w:rsidR="000E5268" w:rsidRPr="00075FBB" w:rsidRDefault="000E5268" w:rsidP="00075FBB">
      <w:pPr>
        <w:shd w:val="clear" w:color="auto" w:fill="FFFFFF"/>
        <w:jc w:val="both"/>
        <w:rPr>
          <w:color w:val="000000"/>
        </w:rPr>
      </w:pPr>
      <w:r w:rsidRPr="00075FBB">
        <w:rPr>
          <w:color w:val="000000"/>
        </w:rPr>
        <w:t>- </w:t>
      </w:r>
      <w:r w:rsidRPr="00075FBB">
        <w:rPr>
          <w:color w:val="000000"/>
          <w:spacing w:val="-3"/>
        </w:rPr>
        <w:t>учет климатических, особенностей региона, вре</w:t>
      </w:r>
      <w:r w:rsidRPr="00075FBB">
        <w:rPr>
          <w:color w:val="000000"/>
          <w:spacing w:val="-3"/>
        </w:rPr>
        <w:softHyphen/>
        <w:t>мени года, изменений в связи с этим режима питания, включение соответствующих продуктов и блюд, повышение или понижение </w:t>
      </w:r>
      <w:r w:rsidRPr="00075FBB">
        <w:rPr>
          <w:color w:val="000000"/>
        </w:rPr>
        <w:t>калорийности рациона;</w:t>
      </w:r>
    </w:p>
    <w:p w:rsidR="000E5268" w:rsidRPr="00075FBB" w:rsidRDefault="000E5268" w:rsidP="00075FBB">
      <w:pPr>
        <w:shd w:val="clear" w:color="auto" w:fill="FFFFFF"/>
        <w:jc w:val="both"/>
        <w:rPr>
          <w:color w:val="000000"/>
        </w:rPr>
      </w:pPr>
      <w:r w:rsidRPr="00075FBB">
        <w:rPr>
          <w:color w:val="000000"/>
          <w:spacing w:val="-2"/>
        </w:rPr>
        <w:t>- индивидуальный подход к каждому ребенку, учет состояния его </w:t>
      </w:r>
      <w:r w:rsidRPr="00075FBB">
        <w:rPr>
          <w:color w:val="000000"/>
          <w:spacing w:val="-3"/>
        </w:rPr>
        <w:t>здоровья, особенности развития, периода адаптации, хронических </w:t>
      </w:r>
      <w:r w:rsidRPr="00075FBB">
        <w:rPr>
          <w:color w:val="000000"/>
        </w:rPr>
        <w:t>заболеваний;</w:t>
      </w:r>
    </w:p>
    <w:p w:rsidR="000E5268" w:rsidRPr="00075FBB" w:rsidRDefault="000E5268" w:rsidP="00075FBB">
      <w:pPr>
        <w:shd w:val="clear" w:color="auto" w:fill="FFFFFF"/>
        <w:jc w:val="both"/>
        <w:rPr>
          <w:color w:val="000000"/>
        </w:rPr>
      </w:pPr>
      <w:r w:rsidRPr="00075FBB">
        <w:rPr>
          <w:color w:val="000000"/>
          <w:spacing w:val="-2"/>
        </w:rPr>
        <w:t>- строгое соблюдение технологических требований при приготов</w:t>
      </w:r>
      <w:r w:rsidRPr="00075FBB">
        <w:rPr>
          <w:color w:val="000000"/>
          <w:spacing w:val="-2"/>
        </w:rPr>
        <w:softHyphen/>
        <w:t>лении пищи, обеспечение правильной кулинарной обработки пи</w:t>
      </w:r>
      <w:r w:rsidRPr="00075FBB">
        <w:rPr>
          <w:color w:val="000000"/>
          <w:spacing w:val="-2"/>
        </w:rPr>
        <w:softHyphen/>
      </w:r>
      <w:r w:rsidRPr="00075FBB">
        <w:rPr>
          <w:color w:val="000000"/>
        </w:rPr>
        <w:t>щевых продуктов;</w:t>
      </w:r>
    </w:p>
    <w:p w:rsidR="000E5268" w:rsidRPr="00075FBB" w:rsidRDefault="000E5268" w:rsidP="00075FBB">
      <w:pPr>
        <w:shd w:val="clear" w:color="auto" w:fill="FFFFFF"/>
        <w:jc w:val="both"/>
        <w:rPr>
          <w:color w:val="000000"/>
        </w:rPr>
      </w:pPr>
      <w:r w:rsidRPr="00075FBB">
        <w:rPr>
          <w:color w:val="000000"/>
          <w:spacing w:val="-2"/>
        </w:rPr>
        <w:t>- повседневный контроль за работой пищеблока, доведение пищи </w:t>
      </w:r>
      <w:r w:rsidRPr="00075FBB">
        <w:rPr>
          <w:color w:val="000000"/>
        </w:rPr>
        <w:t>до ребенка, правильной организацией питания детей в группах;</w:t>
      </w:r>
    </w:p>
    <w:p w:rsidR="000E5268" w:rsidRPr="00075FBB" w:rsidRDefault="000E5268" w:rsidP="00075FBB">
      <w:pPr>
        <w:shd w:val="clear" w:color="auto" w:fill="FFFFFF"/>
        <w:jc w:val="both"/>
        <w:rPr>
          <w:color w:val="000000"/>
        </w:rPr>
      </w:pPr>
      <w:r w:rsidRPr="00075FBB">
        <w:rPr>
          <w:color w:val="000000"/>
        </w:rPr>
        <w:t>- учет эффективности питания детей.</w:t>
      </w:r>
    </w:p>
    <w:p w:rsidR="000E5268" w:rsidRPr="00075FBB" w:rsidRDefault="000E5268" w:rsidP="00075FBB">
      <w:pPr>
        <w:shd w:val="clear" w:color="auto" w:fill="FFFFFF"/>
        <w:jc w:val="both"/>
      </w:pPr>
      <w:r w:rsidRPr="00075FBB">
        <w:t xml:space="preserve">5.2. ДОУ обеспечивает сбалансированное 4-х разовое питание (включая </w:t>
      </w:r>
      <w:r>
        <w:t>полдник</w:t>
      </w:r>
      <w:r w:rsidRPr="00075FBB">
        <w:t xml:space="preserve">) детей в группах с </w:t>
      </w:r>
      <w:r>
        <w:t>10</w:t>
      </w:r>
      <w:r w:rsidRPr="00075FBB">
        <w:t>-ти часовым пребыванием, в соответствии с санитарными правилами и нормами. При организации питания учитываются возрастные физиологические нормы суточной потребности, суммарный объем блюд по приему пищи (в граммах).</w:t>
      </w:r>
    </w:p>
    <w:p w:rsidR="000E5268" w:rsidRPr="00075FBB" w:rsidRDefault="000E5268" w:rsidP="00075FBB">
      <w:pPr>
        <w:shd w:val="clear" w:color="auto" w:fill="FFFFFF"/>
        <w:jc w:val="both"/>
      </w:pPr>
      <w:r w:rsidRPr="00075FBB">
        <w:t xml:space="preserve"> 5.3. </w:t>
      </w:r>
      <w:r w:rsidRPr="00075FBB">
        <w:rPr>
          <w:color w:val="000000"/>
        </w:rPr>
        <w:t>Питание в ДОУ осуществляется в соответствии с примерным 10-дневным меню, разработанным на основе физиологических потребностей в пищевых веществах и норм питания детей дошкольного возраста.</w:t>
      </w:r>
      <w:r w:rsidRPr="00075FBB">
        <w:t xml:space="preserve"> Содержание белков должно обеспечивать 12-15 %  калорийности рациона,  жиров – 30 – 32%  и углеводов – 55 – 58%.</w:t>
      </w:r>
    </w:p>
    <w:p w:rsidR="000E5268" w:rsidRPr="00075FBB" w:rsidRDefault="000E5268" w:rsidP="00075FBB">
      <w:pPr>
        <w:shd w:val="clear" w:color="auto" w:fill="FFFFFF"/>
        <w:jc w:val="both"/>
        <w:rPr>
          <w:color w:val="000000"/>
        </w:rPr>
      </w:pPr>
      <w:r w:rsidRPr="00075FBB">
        <w:rPr>
          <w:color w:val="000000"/>
        </w:rPr>
        <w:t xml:space="preserve">5.4. При распределении общей калорийности суточного питания детей, пребывающих в ДОУ  12 часов, используется следующий норматив: завтрак – 20 - 25%;  обед – 30 -  35%;  полдник  - 10 - 15%;  ужин – 20 - 25%. В промежутке между завтраком и обедом рекомендуется дополнительный приём пищи – второй завтрак (5 %), включающий напиток или сок и (или) свежие фрукты. </w:t>
      </w:r>
    </w:p>
    <w:p w:rsidR="000E5268" w:rsidRPr="00075FBB" w:rsidRDefault="000E5268" w:rsidP="00075FBB">
      <w:pPr>
        <w:shd w:val="clear" w:color="auto" w:fill="FFFFFF"/>
        <w:jc w:val="both"/>
        <w:rPr>
          <w:color w:val="000000"/>
        </w:rPr>
      </w:pPr>
      <w:r w:rsidRPr="00075FBB">
        <w:t xml:space="preserve">5.5. Примерное меню утверждается руководителем ДОУ и должно содержать всю информацию, предусмотренную в рекомендуемой форме примерного меню (приложение № 12 к </w:t>
      </w:r>
      <w:r w:rsidRPr="00075FBB">
        <w:rPr>
          <w:color w:val="000000"/>
        </w:rPr>
        <w:t>СанПиН 2.4.1. 3049-13), а именно:</w:t>
      </w:r>
    </w:p>
    <w:p w:rsidR="000E5268" w:rsidRPr="00075FBB" w:rsidRDefault="000E5268" w:rsidP="00075FBB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075FBB">
        <w:rPr>
          <w:color w:val="000000"/>
        </w:rPr>
        <w:t>- прием пищи;</w:t>
      </w:r>
    </w:p>
    <w:p w:rsidR="000E5268" w:rsidRPr="00075FBB" w:rsidRDefault="000E5268" w:rsidP="00075FBB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075FBB">
        <w:rPr>
          <w:color w:val="000000"/>
        </w:rPr>
        <w:t>- наименование блюда;</w:t>
      </w:r>
    </w:p>
    <w:p w:rsidR="000E5268" w:rsidRPr="00075FBB" w:rsidRDefault="000E5268" w:rsidP="00075FBB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075FBB">
        <w:rPr>
          <w:color w:val="000000"/>
        </w:rPr>
        <w:t>- его выход;</w:t>
      </w:r>
    </w:p>
    <w:p w:rsidR="000E5268" w:rsidRPr="00075FBB" w:rsidRDefault="000E5268" w:rsidP="00075FBB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075FBB">
        <w:rPr>
          <w:color w:val="000000"/>
        </w:rPr>
        <w:t>-пищевую (белки, жиры, углеводы) и энергетическую ценность блюда;</w:t>
      </w:r>
    </w:p>
    <w:p w:rsidR="000E5268" w:rsidRPr="00075FBB" w:rsidRDefault="000E5268" w:rsidP="00075FBB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075FBB">
        <w:rPr>
          <w:color w:val="000000"/>
        </w:rPr>
        <w:t>- содержание витамина С;</w:t>
      </w:r>
    </w:p>
    <w:p w:rsidR="000E5268" w:rsidRPr="00075FBB" w:rsidRDefault="000E5268" w:rsidP="00075FBB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075FBB">
        <w:rPr>
          <w:color w:val="000000"/>
        </w:rPr>
        <w:t>- ссылку на рецептуру блюд.</w:t>
      </w:r>
    </w:p>
    <w:p w:rsidR="000E5268" w:rsidRPr="00075FBB" w:rsidRDefault="000E5268" w:rsidP="00075FBB">
      <w:pPr>
        <w:pStyle w:val="NormalWeb"/>
        <w:spacing w:before="0" w:beforeAutospacing="0" w:after="0" w:afterAutospacing="0"/>
        <w:jc w:val="both"/>
      </w:pPr>
      <w:r w:rsidRPr="00075FBB">
        <w:t xml:space="preserve">5.6.  В примерном меню не допускается повторений одних и тех же блюд или кулинарных изделий  в течение последующих двух дней. </w:t>
      </w:r>
    </w:p>
    <w:p w:rsidR="000E5268" w:rsidRPr="00075FBB" w:rsidRDefault="000E5268" w:rsidP="00075FBB">
      <w:pPr>
        <w:pStyle w:val="NormalWeb"/>
        <w:spacing w:before="0" w:beforeAutospacing="0" w:after="0" w:afterAutospacing="0"/>
        <w:jc w:val="both"/>
      </w:pPr>
      <w:r w:rsidRPr="00075FBB">
        <w:rPr>
          <w:color w:val="000000"/>
        </w:rPr>
        <w:t>5.7. Десятидневное меню изменяется по сезонам два раза в год (зимне-весеннее и летне-осеннее).</w:t>
      </w:r>
    </w:p>
    <w:p w:rsidR="000E5268" w:rsidRPr="00075FBB" w:rsidRDefault="000E5268" w:rsidP="00075FBB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075FBB">
        <w:t xml:space="preserve">5.8. Ежедневно в меню должны быть включены:  молоко,  кисломолочные  напитки,  мясо (или рыба),  картофель,  овощи,  фрукты,  хлеб, крупы, сливочное и растительное масло, сахар, соль. Остальные продукты  (творог, сметана,  птица, сыр, яйцо, соки  и другие) включаются  2 - 3 раза в неделю. </w:t>
      </w:r>
    </w:p>
    <w:p w:rsidR="000E5268" w:rsidRPr="00075FBB" w:rsidRDefault="000E5268" w:rsidP="00075FBB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075FBB">
        <w:t xml:space="preserve">5.9. При отсутствии, каких-либо продуктов, в целях обеспечения полноценного сбалансированного питания, разрешается производить их замену на равноценные по составу продукты в соответствии с утвержденной таблицей замены продуктов по белкам и углеводам (приложение № 14 к </w:t>
      </w:r>
      <w:r w:rsidRPr="00075FBB">
        <w:rPr>
          <w:color w:val="000000"/>
        </w:rPr>
        <w:t>СанПиН 2.4.1. 3049-13).</w:t>
      </w:r>
    </w:p>
    <w:p w:rsidR="000E5268" w:rsidRPr="00075FBB" w:rsidRDefault="000E5268" w:rsidP="00075FBB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075FBB">
        <w:t>5.10. На основании утвержденного примерного меню ежедневно составляется меню - раскладка  установленного образца, с указанием выхода блюд для детей разного возраста. Допускается составление меню – раскладки в электронном виде. Для детей разного возраста должны соблюдаться объемы порций приготавливаемых блюд.</w:t>
      </w:r>
    </w:p>
    <w:p w:rsidR="000E5268" w:rsidRPr="00075FBB" w:rsidRDefault="000E5268" w:rsidP="00075FBB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075FBB">
        <w:t>5.11. Питание  детей должно соответствовать принципам щадящего питания, предусматривающим использование определенных  способов приготовления блюд, таких как варка, приготовление на пару, тушение, запекание, и исключать жарку блюд, а также продукты с раздражающими свойствами.  При  кулинарной обработке  пищевых продуктов необходимо соблюдать установленные санитарно-эпидемиологические требования к технологическим процессам приготовления блюд.</w:t>
      </w:r>
    </w:p>
    <w:p w:rsidR="000E5268" w:rsidRPr="00075FBB" w:rsidRDefault="000E5268" w:rsidP="00075FBB">
      <w:pPr>
        <w:pStyle w:val="NormalWeb"/>
        <w:spacing w:before="0" w:beforeAutospacing="0" w:after="0" w:afterAutospacing="0"/>
        <w:jc w:val="both"/>
      </w:pPr>
      <w:r w:rsidRPr="00075FBB">
        <w:t>5.12. В целях профилактики гиповитаминозов в ДОУ проводится круглогодичная искусственная С-витаминизация готовых блюд. Препараты витаминов вводят в третье блюдо после  охлаждения непосредственно перед  выдачей. Витаминизированные блюда не подогревают. Обязательно осуществляется информирование родителей о проведении витаминизации.</w:t>
      </w:r>
    </w:p>
    <w:p w:rsidR="000E5268" w:rsidRPr="00075FBB" w:rsidRDefault="000E5268" w:rsidP="00075FBB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075FBB">
        <w:t>5.13. Для предотвращения возникновения и распространения инфекционных и массовых неинфекционных заболеваний (отравлений) не допускается:</w:t>
      </w:r>
    </w:p>
    <w:p w:rsidR="000E5268" w:rsidRPr="00075FBB" w:rsidRDefault="000E5268" w:rsidP="00075FBB">
      <w:pPr>
        <w:pStyle w:val="NormalWeb"/>
        <w:tabs>
          <w:tab w:val="left" w:pos="567"/>
        </w:tabs>
        <w:spacing w:before="0" w:beforeAutospacing="0" w:after="0" w:afterAutospacing="0"/>
        <w:jc w:val="both"/>
      </w:pPr>
      <w:r w:rsidRPr="00075FBB">
        <w:t xml:space="preserve">-   использование пищевых продуктов, которые не допускаются использовать в питании детей (приложение № 9 к </w:t>
      </w:r>
      <w:r w:rsidRPr="00075FBB">
        <w:rPr>
          <w:color w:val="000000"/>
        </w:rPr>
        <w:t>СанПиН 2.4.1. 3049-13)</w:t>
      </w:r>
      <w:r w:rsidRPr="00075FBB">
        <w:t>;</w:t>
      </w:r>
    </w:p>
    <w:p w:rsidR="000E5268" w:rsidRPr="00075FBB" w:rsidRDefault="000E5268" w:rsidP="00075FBB">
      <w:pPr>
        <w:pStyle w:val="NormalWeb"/>
        <w:tabs>
          <w:tab w:val="left" w:pos="567"/>
        </w:tabs>
        <w:spacing w:before="0" w:beforeAutospacing="0" w:after="0" w:afterAutospacing="0"/>
        <w:jc w:val="both"/>
      </w:pPr>
      <w:r w:rsidRPr="00075FBB">
        <w:t xml:space="preserve">-  изготовление на пищеблоке  ДОУ  творога    и     других кисломолочных продуктов, а также блинчиков с мясом или с творогом, макарон по-флотски, макарон с рубленым яйцом, зельцев, яичницы-глазуньи, холодных напитков и морсов из плодово-ягодного сырья (без термической обработки), форшмаков из сельди, студней, паштетов, заливных блюд (мясных и рыбных),  окрошек и холодных супов; </w:t>
      </w:r>
    </w:p>
    <w:p w:rsidR="000E5268" w:rsidRPr="00075FBB" w:rsidRDefault="000E5268" w:rsidP="00075FBB">
      <w:pPr>
        <w:pStyle w:val="NormalWeb"/>
        <w:tabs>
          <w:tab w:val="left" w:pos="567"/>
        </w:tabs>
        <w:spacing w:before="0" w:beforeAutospacing="0" w:after="0" w:afterAutospacing="0"/>
        <w:jc w:val="both"/>
      </w:pPr>
      <w:r w:rsidRPr="00075FBB">
        <w:t>- использование остатков пищи от предыдущего приема  пищи, приготовленной накануне,  пищевых продуктов с истекшими сроками годности и явными признаками недоброкачественности (порчи), овощей и фруктов с наличием плесени и признаками гнили.</w:t>
      </w:r>
    </w:p>
    <w:p w:rsidR="000E5268" w:rsidRPr="00075FBB" w:rsidRDefault="000E5268" w:rsidP="00075FBB">
      <w:pPr>
        <w:shd w:val="clear" w:color="auto" w:fill="FFFFFF"/>
        <w:jc w:val="center"/>
        <w:rPr>
          <w:b/>
          <w:bCs/>
          <w:color w:val="000000"/>
        </w:rPr>
      </w:pPr>
    </w:p>
    <w:p w:rsidR="000E5268" w:rsidRPr="00075FBB" w:rsidRDefault="000E5268" w:rsidP="00075FBB">
      <w:pPr>
        <w:shd w:val="clear" w:color="auto" w:fill="FFFFFF"/>
        <w:jc w:val="center"/>
        <w:rPr>
          <w:color w:val="000000"/>
        </w:rPr>
      </w:pPr>
      <w:r w:rsidRPr="00075FBB">
        <w:rPr>
          <w:b/>
          <w:bCs/>
          <w:color w:val="000000"/>
        </w:rPr>
        <w:t>6. Организация работы пищеблока.</w:t>
      </w:r>
    </w:p>
    <w:p w:rsidR="000E5268" w:rsidRPr="00075FBB" w:rsidRDefault="000E5268" w:rsidP="00075FBB">
      <w:pPr>
        <w:shd w:val="clear" w:color="auto" w:fill="FFFFFF"/>
        <w:jc w:val="both"/>
        <w:rPr>
          <w:color w:val="000000"/>
        </w:rPr>
      </w:pPr>
      <w:r w:rsidRPr="00075FBB">
        <w:rPr>
          <w:color w:val="000000"/>
        </w:rPr>
        <w:t>6.1. Организация работы пищеблока производится строго в соответствии с СанПиН 2.4.1. 3049-13.</w:t>
      </w:r>
    </w:p>
    <w:p w:rsidR="000E5268" w:rsidRPr="00075FBB" w:rsidRDefault="000E5268" w:rsidP="00075FBB">
      <w:pPr>
        <w:shd w:val="clear" w:color="auto" w:fill="FFFFFF"/>
        <w:jc w:val="both"/>
        <w:rPr>
          <w:color w:val="000000"/>
        </w:rPr>
      </w:pPr>
      <w:r w:rsidRPr="00075FBB">
        <w:rPr>
          <w:color w:val="000000"/>
        </w:rPr>
        <w:t>6.2. Приготовление блюд осуществляется  в соответствии с технологической картой.</w:t>
      </w:r>
    </w:p>
    <w:p w:rsidR="000E5268" w:rsidRPr="00075FBB" w:rsidRDefault="000E5268" w:rsidP="00075FBB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075FBB">
        <w:t>6.3. Выдача готовой пищи разрешается только после проведения приёмочного контроля бракеражной комиссией, назначенной приказом заведующего ДОУ. Результаты контроля регистрируются в специальном журнале. Непосредственно после приготовления пищи отбирается суточная проба готовой продукции. Суточная проба отбирается в объёме: порционные блюда – в полном объёме; холодные закуски, первые блюда, гарниры, третьи и прочие блюда – не менее 100 гр. Сохраняют 48 часов при t +2 -+6 С в холодильнике.</w:t>
      </w:r>
    </w:p>
    <w:p w:rsidR="000E5268" w:rsidRPr="00075FBB" w:rsidRDefault="000E5268" w:rsidP="00075FBB">
      <w:pPr>
        <w:shd w:val="clear" w:color="auto" w:fill="FFFFFF"/>
        <w:jc w:val="both"/>
        <w:rPr>
          <w:color w:val="000000"/>
        </w:rPr>
      </w:pPr>
      <w:r w:rsidRPr="00075FBB">
        <w:rPr>
          <w:color w:val="000000"/>
        </w:rPr>
        <w:t>6.4. Бракераж сырых продуктов проводится в специальном журнале, по мере поступления продуктов и по мере их реализации (с учетом сроков хранения и реализации).</w:t>
      </w:r>
    </w:p>
    <w:p w:rsidR="000E5268" w:rsidRDefault="000E5268" w:rsidP="00075FBB">
      <w:pPr>
        <w:pStyle w:val="NormalWeb"/>
        <w:spacing w:before="0" w:beforeAutospacing="0" w:after="0" w:afterAutospacing="0"/>
        <w:jc w:val="center"/>
        <w:rPr>
          <w:rStyle w:val="Strong"/>
          <w:bCs/>
          <w:color w:val="000000"/>
        </w:rPr>
      </w:pPr>
    </w:p>
    <w:p w:rsidR="000E5268" w:rsidRPr="00075FBB" w:rsidRDefault="000E5268" w:rsidP="00075FBB">
      <w:pPr>
        <w:pStyle w:val="NormalWeb"/>
        <w:spacing w:before="0" w:beforeAutospacing="0" w:after="0" w:afterAutospacing="0"/>
        <w:jc w:val="center"/>
        <w:rPr>
          <w:color w:val="000000"/>
        </w:rPr>
      </w:pPr>
      <w:r w:rsidRPr="00075FBB">
        <w:rPr>
          <w:rStyle w:val="Strong"/>
          <w:bCs/>
          <w:color w:val="000000"/>
        </w:rPr>
        <w:t>7.  Организация питания обучающихся  в группах.</w:t>
      </w:r>
    </w:p>
    <w:p w:rsidR="000E5268" w:rsidRPr="00075FBB" w:rsidRDefault="000E5268" w:rsidP="00075FBB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075FBB">
        <w:rPr>
          <w:color w:val="000000"/>
        </w:rPr>
        <w:t>7.1.  Работа по организации питания детей в группах осуществляется под руководством воспитателя и заключается:</w:t>
      </w:r>
    </w:p>
    <w:p w:rsidR="000E5268" w:rsidRPr="00075FBB" w:rsidRDefault="000E5268" w:rsidP="00075FBB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075FBB">
        <w:rPr>
          <w:color w:val="000000"/>
        </w:rPr>
        <w:t>- в создании безопасных условий при подготовке и во время приема пищи;</w:t>
      </w:r>
    </w:p>
    <w:p w:rsidR="000E5268" w:rsidRPr="00075FBB" w:rsidRDefault="000E5268" w:rsidP="00075FBB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075FBB">
        <w:rPr>
          <w:color w:val="000000"/>
        </w:rPr>
        <w:t>- в воспитании культурно-гигиенических навыков во время приема пищи детьми;</w:t>
      </w:r>
    </w:p>
    <w:p w:rsidR="000E5268" w:rsidRPr="00075FBB" w:rsidRDefault="000E5268" w:rsidP="00075FBB">
      <w:pPr>
        <w:shd w:val="clear" w:color="auto" w:fill="FFFFFF"/>
        <w:jc w:val="both"/>
        <w:rPr>
          <w:color w:val="000000"/>
        </w:rPr>
      </w:pPr>
      <w:r w:rsidRPr="00075FBB">
        <w:rPr>
          <w:color w:val="000000"/>
        </w:rPr>
        <w:t>7.2. Получение пищи на группу осуществляет младший воспитатель строго по графику, который утверждает  заведующий ДОУ. Готовая продукция развешивается на пищеблоке в промаркированную посуду и разносится по группам.</w:t>
      </w:r>
    </w:p>
    <w:p w:rsidR="000E5268" w:rsidRPr="00075FBB" w:rsidRDefault="000E5268" w:rsidP="00075FBB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075FBB">
        <w:rPr>
          <w:color w:val="000000"/>
        </w:rPr>
        <w:t>7.3. Привлекать детей к получению пищи с пищеблока категорически запрещается.</w:t>
      </w:r>
    </w:p>
    <w:p w:rsidR="000E5268" w:rsidRPr="00075FBB" w:rsidRDefault="000E5268" w:rsidP="00075FBB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075FBB">
        <w:rPr>
          <w:color w:val="000000"/>
        </w:rPr>
        <w:t>7.4.  Пред раздачей пищи детям младший воспитатель обязан:</w:t>
      </w:r>
    </w:p>
    <w:p w:rsidR="000E5268" w:rsidRPr="00075FBB" w:rsidRDefault="000E5268" w:rsidP="00075FBB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075FBB">
        <w:rPr>
          <w:color w:val="000000"/>
        </w:rPr>
        <w:t>- промыть столы горячей водой с мылом;</w:t>
      </w:r>
    </w:p>
    <w:p w:rsidR="000E5268" w:rsidRPr="00075FBB" w:rsidRDefault="000E5268" w:rsidP="00075FBB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075FBB">
        <w:rPr>
          <w:color w:val="000000"/>
        </w:rPr>
        <w:t>- тщательно вымыть руки;</w:t>
      </w:r>
    </w:p>
    <w:p w:rsidR="000E5268" w:rsidRPr="00075FBB" w:rsidRDefault="000E5268" w:rsidP="00075FBB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075FBB">
        <w:rPr>
          <w:color w:val="000000"/>
        </w:rPr>
        <w:t>- надеть специальную одежду для получения и раздачи пищи;</w:t>
      </w:r>
    </w:p>
    <w:p w:rsidR="000E5268" w:rsidRPr="00075FBB" w:rsidRDefault="000E5268" w:rsidP="00075FBB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075FBB">
        <w:rPr>
          <w:color w:val="000000"/>
        </w:rPr>
        <w:t>- проветрить помещение;</w:t>
      </w:r>
    </w:p>
    <w:p w:rsidR="000E5268" w:rsidRPr="00075FBB" w:rsidRDefault="000E5268" w:rsidP="00075FBB">
      <w:pPr>
        <w:shd w:val="clear" w:color="auto" w:fill="FFFFFF"/>
        <w:jc w:val="both"/>
        <w:rPr>
          <w:color w:val="000000"/>
        </w:rPr>
      </w:pPr>
      <w:r w:rsidRPr="00075FBB">
        <w:rPr>
          <w:color w:val="000000"/>
        </w:rPr>
        <w:t>7.5. При сервировке стола обязательно наличие отдельной посуды для первого и второго блюд, салфеток, тарелки для хлеба, столовых приборов в соответствии с возрастом.</w:t>
      </w:r>
    </w:p>
    <w:p w:rsidR="000E5268" w:rsidRPr="00075FBB" w:rsidRDefault="000E5268" w:rsidP="00075FBB">
      <w:pPr>
        <w:shd w:val="clear" w:color="auto" w:fill="FFFFFF"/>
        <w:jc w:val="both"/>
        <w:rPr>
          <w:color w:val="000000"/>
        </w:rPr>
      </w:pPr>
      <w:r w:rsidRPr="00075FBB">
        <w:rPr>
          <w:color w:val="000000"/>
        </w:rPr>
        <w:t>7.6.  Детская порция должна соответствовать меню и  контрольному блюду.</w:t>
      </w:r>
    </w:p>
    <w:p w:rsidR="000E5268" w:rsidRPr="00075FBB" w:rsidRDefault="000E5268" w:rsidP="00075FBB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075FBB">
        <w:rPr>
          <w:color w:val="000000"/>
        </w:rPr>
        <w:t>7.7. Во время раздачи пищи категорически запрещается нахождение детей в обеденной зоне (кроме дежурных).</w:t>
      </w:r>
    </w:p>
    <w:p w:rsidR="000E5268" w:rsidRPr="00075FBB" w:rsidRDefault="000E5268" w:rsidP="00075FBB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075FBB">
        <w:rPr>
          <w:color w:val="000000"/>
        </w:rPr>
        <w:t xml:space="preserve">7.8. С целью формирования трудовых навыков и воспитания самостоятельности во время дежурства по столовой воспитателю необходимо сочетать работу дежурных и каждого ребенка (например: салфетницы собирают дежурные, а тарелки за собой  убирают дети).  </w:t>
      </w:r>
    </w:p>
    <w:p w:rsidR="000E5268" w:rsidRPr="00075FBB" w:rsidRDefault="000E5268" w:rsidP="00075FBB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075FBB">
        <w:rPr>
          <w:color w:val="000000"/>
        </w:rPr>
        <w:t>7.9. Прием пищи воспитателем и детьми может осуществляться одновременно.</w:t>
      </w:r>
    </w:p>
    <w:p w:rsidR="000E5268" w:rsidRPr="00075FBB" w:rsidRDefault="000E5268" w:rsidP="00075FBB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075FBB">
        <w:rPr>
          <w:color w:val="000000"/>
        </w:rPr>
        <w:t>7.10. В группах раннего возраста детей, у которых не сформирован навык самостоятельного приема пищи, докармливают воспитатель и младший воспитатель.</w:t>
      </w:r>
    </w:p>
    <w:p w:rsidR="000E5268" w:rsidRPr="00075FBB" w:rsidRDefault="000E5268" w:rsidP="00075FBB">
      <w:pPr>
        <w:shd w:val="clear" w:color="auto" w:fill="FFFFFF"/>
        <w:jc w:val="both"/>
        <w:rPr>
          <w:color w:val="000000"/>
        </w:rPr>
      </w:pPr>
      <w:r w:rsidRPr="00075FBB">
        <w:rPr>
          <w:color w:val="000000"/>
        </w:rPr>
        <w:t>7.11. Ответственность за организацию питания в группе, в соответствии с настоящим положением и СанПиН 2.4.1. 3049-13 несут воспитатели.</w:t>
      </w:r>
    </w:p>
    <w:p w:rsidR="000E5268" w:rsidRDefault="000E5268" w:rsidP="00075FBB">
      <w:pPr>
        <w:jc w:val="center"/>
        <w:rPr>
          <w:rStyle w:val="Strong"/>
          <w:bCs/>
          <w:color w:val="000000"/>
        </w:rPr>
      </w:pPr>
    </w:p>
    <w:p w:rsidR="000E5268" w:rsidRPr="00075FBB" w:rsidRDefault="000E5268" w:rsidP="00075FBB">
      <w:pPr>
        <w:jc w:val="center"/>
        <w:rPr>
          <w:rStyle w:val="Strong"/>
          <w:bCs/>
          <w:color w:val="000000"/>
        </w:rPr>
      </w:pPr>
      <w:r w:rsidRPr="00075FBB">
        <w:rPr>
          <w:rStyle w:val="Strong"/>
          <w:bCs/>
          <w:color w:val="000000"/>
        </w:rPr>
        <w:t xml:space="preserve">8. </w:t>
      </w:r>
      <w:r w:rsidRPr="00075FBB">
        <w:rPr>
          <w:b/>
          <w:color w:val="161908"/>
        </w:rPr>
        <w:t>Порядок учета питания</w:t>
      </w:r>
      <w:r w:rsidRPr="00075FBB">
        <w:rPr>
          <w:rStyle w:val="Strong"/>
          <w:bCs/>
          <w:color w:val="000000"/>
        </w:rPr>
        <w:t xml:space="preserve"> в ДОУ.</w:t>
      </w:r>
    </w:p>
    <w:p w:rsidR="000E5268" w:rsidRPr="00075FBB" w:rsidRDefault="000E5268" w:rsidP="00E1115C">
      <w:pPr>
        <w:jc w:val="both"/>
        <w:rPr>
          <w:b/>
          <w:bCs/>
          <w:color w:val="000000"/>
        </w:rPr>
      </w:pPr>
      <w:r w:rsidRPr="00075FBB">
        <w:rPr>
          <w:color w:val="000000"/>
        </w:rPr>
        <w:t xml:space="preserve">8.1. К началу учебного года заведующий ДОУ  издает приказ о  назначении </w:t>
      </w:r>
      <w:r>
        <w:rPr>
          <w:color w:val="000000"/>
        </w:rPr>
        <w:t>о</w:t>
      </w:r>
      <w:r w:rsidRPr="00075FBB">
        <w:rPr>
          <w:color w:val="000000"/>
        </w:rPr>
        <w:t>тветственного за питание, определяет его функциональные обязанности.</w:t>
      </w:r>
    </w:p>
    <w:p w:rsidR="000E5268" w:rsidRPr="00075FBB" w:rsidRDefault="000E5268" w:rsidP="00E1115C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075FBB">
        <w:rPr>
          <w:color w:val="000000"/>
        </w:rPr>
        <w:t>8.2. Ответственный за питание осуществляет учет питающихся детей в Журнале питания, который должен быть прошнурован, пронумерован, скреплен печатью и подписью заведующего.</w:t>
      </w:r>
    </w:p>
    <w:p w:rsidR="000E5268" w:rsidRPr="00075FBB" w:rsidRDefault="000E5268" w:rsidP="00075FBB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075FBB">
        <w:rPr>
          <w:color w:val="000000"/>
        </w:rPr>
        <w:t>8.</w:t>
      </w:r>
      <w:r>
        <w:rPr>
          <w:color w:val="000000"/>
        </w:rPr>
        <w:t>3</w:t>
      </w:r>
      <w:r w:rsidRPr="00075FBB">
        <w:rPr>
          <w:color w:val="000000"/>
        </w:rPr>
        <w:t>. В случае снижения численности детей, если закладка продуктов для приготовления завтрака произошла, порции отпускаются другим детям, как дополнительное питание, главным образом детям старшего и младшего дошкольного возраста в виде увеличения нормы блюда.</w:t>
      </w:r>
    </w:p>
    <w:p w:rsidR="000E5268" w:rsidRPr="00075FBB" w:rsidRDefault="000E5268" w:rsidP="00075FBB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075FBB">
        <w:rPr>
          <w:color w:val="000000"/>
        </w:rPr>
        <w:t>8.</w:t>
      </w:r>
      <w:r>
        <w:rPr>
          <w:color w:val="000000"/>
        </w:rPr>
        <w:t>4</w:t>
      </w:r>
      <w:r w:rsidRPr="00075FBB">
        <w:rPr>
          <w:color w:val="000000"/>
        </w:rPr>
        <w:t xml:space="preserve">. Если на завтрак пришло больше детей, чем было заявлено, то для всех детей уменьшают выход блюд, составляется акт и вносятся изменения в меню на последующие виды приема пищи в соответствии с количеством прибывших детей. </w:t>
      </w:r>
    </w:p>
    <w:p w:rsidR="000E5268" w:rsidRPr="00075FBB" w:rsidRDefault="000E5268" w:rsidP="00075FBB">
      <w:pPr>
        <w:pStyle w:val="NormalWeb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8.5</w:t>
      </w:r>
      <w:r w:rsidRPr="00075FBB">
        <w:rPr>
          <w:color w:val="000000"/>
        </w:rPr>
        <w:t>. Выдача неиспользованных порций в виде дополнительного питания или увеличения выхода блюд оформляется членами бракеражной комиссии соответствующим актом.</w:t>
      </w:r>
    </w:p>
    <w:p w:rsidR="000E5268" w:rsidRPr="00075FBB" w:rsidRDefault="000E5268" w:rsidP="00075FBB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075FBB">
        <w:rPr>
          <w:color w:val="000000"/>
        </w:rPr>
        <w:t>8.</w:t>
      </w:r>
      <w:r>
        <w:rPr>
          <w:color w:val="000000"/>
        </w:rPr>
        <w:t>6</w:t>
      </w:r>
      <w:r w:rsidRPr="00075FBB">
        <w:rPr>
          <w:color w:val="000000"/>
        </w:rPr>
        <w:t>. С последующим приемом пищи (обед, полдник, ужин) дети, отсутствующие в Учреждении, снимаются с питания, а продукты, оставшиеся невостребованными оформляются в остатки. Возврат продуктов, выписанных по меню для приготовления обеда, не производится, если они прошли кулинарную обработку в соответствии с технологией приготовления детского питания:</w:t>
      </w:r>
    </w:p>
    <w:p w:rsidR="000E5268" w:rsidRPr="00075FBB" w:rsidRDefault="000E5268" w:rsidP="00075FBB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075FBB">
        <w:rPr>
          <w:color w:val="000000"/>
        </w:rPr>
        <w:t>-</w:t>
      </w:r>
      <w:r w:rsidRPr="00075FBB">
        <w:rPr>
          <w:rStyle w:val="apple-converted-space"/>
          <w:color w:val="000000"/>
        </w:rPr>
        <w:t> </w:t>
      </w:r>
      <w:r w:rsidRPr="00075FBB">
        <w:rPr>
          <w:color w:val="000000"/>
          <w:u w:val="single"/>
        </w:rPr>
        <w:t>мясо, куры, печень</w:t>
      </w:r>
      <w:r w:rsidRPr="00075FBB">
        <w:rPr>
          <w:color w:val="000000"/>
        </w:rPr>
        <w:t>;</w:t>
      </w:r>
    </w:p>
    <w:p w:rsidR="000E5268" w:rsidRPr="00075FBB" w:rsidRDefault="000E5268" w:rsidP="00075FBB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075FBB">
        <w:rPr>
          <w:color w:val="000000"/>
        </w:rPr>
        <w:t>-</w:t>
      </w:r>
      <w:r w:rsidRPr="00075FBB">
        <w:rPr>
          <w:rStyle w:val="apple-converted-space"/>
          <w:color w:val="000000"/>
        </w:rPr>
        <w:t> </w:t>
      </w:r>
      <w:r w:rsidRPr="00075FBB">
        <w:rPr>
          <w:color w:val="000000"/>
          <w:u w:val="single"/>
        </w:rPr>
        <w:t>овощи,</w:t>
      </w:r>
      <w:r w:rsidRPr="00075FBB">
        <w:rPr>
          <w:rStyle w:val="apple-converted-space"/>
          <w:color w:val="000000"/>
        </w:rPr>
        <w:t> </w:t>
      </w:r>
      <w:r w:rsidRPr="00075FBB">
        <w:rPr>
          <w:color w:val="000000"/>
        </w:rPr>
        <w:t>если они прошли тепловую обработку;</w:t>
      </w:r>
    </w:p>
    <w:p w:rsidR="000E5268" w:rsidRPr="00075FBB" w:rsidRDefault="000E5268" w:rsidP="00075FBB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075FBB">
        <w:rPr>
          <w:color w:val="000000"/>
        </w:rPr>
        <w:t>-</w:t>
      </w:r>
      <w:r w:rsidRPr="00075FBB">
        <w:rPr>
          <w:rStyle w:val="apple-converted-space"/>
          <w:color w:val="000000"/>
        </w:rPr>
        <w:t> </w:t>
      </w:r>
      <w:r w:rsidRPr="00075FBB">
        <w:rPr>
          <w:color w:val="000000"/>
          <w:u w:val="single"/>
        </w:rPr>
        <w:t>продукты,</w:t>
      </w:r>
      <w:r w:rsidRPr="00075FBB">
        <w:rPr>
          <w:rStyle w:val="apple-converted-space"/>
          <w:color w:val="000000"/>
        </w:rPr>
        <w:t xml:space="preserve">  </w:t>
      </w:r>
      <w:r w:rsidRPr="00075FBB">
        <w:rPr>
          <w:color w:val="000000"/>
        </w:rPr>
        <w:t>у которых срок реализации не позволяет их дальнейшее хранение.</w:t>
      </w:r>
    </w:p>
    <w:p w:rsidR="000E5268" w:rsidRPr="00075FBB" w:rsidRDefault="000E5268" w:rsidP="00075FBB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075FBB">
        <w:rPr>
          <w:color w:val="000000"/>
        </w:rPr>
        <w:t>8.8. Возврату подлежат продукты: яйцо, консервация (овощная, фруктовая), сгущенное молоко, кондитерские изделия, масло сливочное, масло растительное,  сахар, крупы, макароны, фрукты, овощи.</w:t>
      </w:r>
    </w:p>
    <w:p w:rsidR="000E5268" w:rsidRPr="00075FBB" w:rsidRDefault="000E5268" w:rsidP="00075FBB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075FBB">
        <w:rPr>
          <w:color w:val="000000"/>
        </w:rPr>
        <w:t>8.9. Ответственный за питание обязан присутствовать при закладке основных продуктов в котел и проверять блюда на выходе.</w:t>
      </w:r>
    </w:p>
    <w:p w:rsidR="000E5268" w:rsidRPr="00075FBB" w:rsidRDefault="000E5268" w:rsidP="00075FBB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075FBB">
        <w:rPr>
          <w:color w:val="000000"/>
        </w:rPr>
        <w:t>8.10.  Учет продуктов ведется в накопительной ведомости (журнале). Записи в ведомости (журнале) производятся на основании первичных документов в количественном и суммовом выражении. В конце месяца в ведомости подсчитываются итоги и согласовываются с заведующим и ответственным за питание.</w:t>
      </w:r>
    </w:p>
    <w:p w:rsidR="000E5268" w:rsidRDefault="000E5268" w:rsidP="00075FBB">
      <w:pPr>
        <w:shd w:val="clear" w:color="auto" w:fill="FFFFFF"/>
        <w:jc w:val="center"/>
        <w:rPr>
          <w:b/>
          <w:bCs/>
          <w:color w:val="161908"/>
        </w:rPr>
      </w:pPr>
    </w:p>
    <w:p w:rsidR="000E5268" w:rsidRPr="00075FBB" w:rsidRDefault="000E5268" w:rsidP="00075FBB">
      <w:pPr>
        <w:shd w:val="clear" w:color="auto" w:fill="FFFFFF"/>
        <w:jc w:val="center"/>
        <w:rPr>
          <w:b/>
          <w:color w:val="161908"/>
        </w:rPr>
      </w:pPr>
      <w:r w:rsidRPr="00075FBB">
        <w:rPr>
          <w:b/>
          <w:bCs/>
          <w:color w:val="161908"/>
        </w:rPr>
        <w:t>9. </w:t>
      </w:r>
      <w:r w:rsidRPr="00075FBB">
        <w:rPr>
          <w:b/>
          <w:color w:val="161908"/>
        </w:rPr>
        <w:t>Финансирование расходов на питание обучающихся в ДОУ.</w:t>
      </w:r>
    </w:p>
    <w:p w:rsidR="000E5268" w:rsidRPr="00075FBB" w:rsidRDefault="000E5268" w:rsidP="00075FBB">
      <w:pPr>
        <w:shd w:val="clear" w:color="auto" w:fill="FFFFFF"/>
        <w:jc w:val="center"/>
        <w:rPr>
          <w:b/>
          <w:color w:val="161908"/>
        </w:rPr>
      </w:pPr>
    </w:p>
    <w:p w:rsidR="000E5268" w:rsidRPr="00075FBB" w:rsidRDefault="000E5268" w:rsidP="00075FBB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075FBB">
        <w:rPr>
          <w:color w:val="000000"/>
        </w:rPr>
        <w:t>9.1.  Финансовое обеспечение питания отнесено к компетенции заведующего ДОУ, главного бухгалтера.</w:t>
      </w:r>
    </w:p>
    <w:p w:rsidR="000E5268" w:rsidRPr="00075FBB" w:rsidRDefault="000E5268" w:rsidP="00075FBB">
      <w:pPr>
        <w:shd w:val="clear" w:color="auto" w:fill="FFFFFF"/>
        <w:jc w:val="both"/>
        <w:rPr>
          <w:color w:val="161908"/>
        </w:rPr>
      </w:pPr>
      <w:r w:rsidRPr="00075FBB">
        <w:rPr>
          <w:color w:val="161908"/>
        </w:rPr>
        <w:t>9.2. Расчёт финансирования расходов на питание обучающихся в ДОУ осуществляется на основании установленных норм питания и физиологических потребностей детей;</w:t>
      </w:r>
    </w:p>
    <w:p w:rsidR="000E5268" w:rsidRPr="00075FBB" w:rsidRDefault="000E5268" w:rsidP="00075FBB">
      <w:pPr>
        <w:shd w:val="clear" w:color="auto" w:fill="FFFFFF"/>
        <w:jc w:val="both"/>
        <w:rPr>
          <w:color w:val="161908"/>
        </w:rPr>
      </w:pPr>
      <w:r w:rsidRPr="00075FBB">
        <w:rPr>
          <w:color w:val="161908"/>
        </w:rPr>
        <w:t>9.3.Финансирование расходов на питание осуществляется за счёт бюджетных средств и внебюджетных средств получателя средств местного бюджета;</w:t>
      </w:r>
    </w:p>
    <w:p w:rsidR="000E5268" w:rsidRPr="00075FBB" w:rsidRDefault="000E5268" w:rsidP="00075FBB">
      <w:pPr>
        <w:shd w:val="clear" w:color="auto" w:fill="FFFFFF"/>
        <w:jc w:val="both"/>
        <w:rPr>
          <w:color w:val="161908"/>
        </w:rPr>
      </w:pPr>
      <w:r w:rsidRPr="00075FBB">
        <w:rPr>
          <w:color w:val="161908"/>
        </w:rPr>
        <w:t>9.4. Объёмы финансирования расходов на организацию питания на очередной финансовый год устанавливаются с учётом прогноза численности детей в ДОУ.</w:t>
      </w:r>
    </w:p>
    <w:p w:rsidR="000E5268" w:rsidRPr="00075FBB" w:rsidRDefault="000E5268" w:rsidP="00075FBB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075FBB">
        <w:rPr>
          <w:color w:val="000000"/>
        </w:rPr>
        <w:t>9.5. Начисление оплаты за питание производится бухгалтерией на основании табелей посещаемости, которые заполняют педагоги. Число детодней по табелям посещаемости должно строго соответствовать числу детей, состоящих на питании в меню-требовании. Бухгалтерия, сверяя данные, осуществляет контроль рационального расходования бюджетных средств.</w:t>
      </w:r>
    </w:p>
    <w:p w:rsidR="000E5268" w:rsidRPr="00075FBB" w:rsidRDefault="000E5268" w:rsidP="00075FBB">
      <w:pPr>
        <w:shd w:val="clear" w:color="auto" w:fill="FFFFFF"/>
        <w:jc w:val="both"/>
        <w:rPr>
          <w:color w:val="000000"/>
        </w:rPr>
      </w:pPr>
      <w:r w:rsidRPr="00075FBB">
        <w:rPr>
          <w:color w:val="000000"/>
        </w:rPr>
        <w:t>9.6.Плата за содержание обучающихся ДОУ с родителей  (</w:t>
      </w:r>
      <w:r w:rsidRPr="00075FBB">
        <w:rPr>
          <w:color w:val="000000"/>
          <w:spacing w:val="-2"/>
        </w:rPr>
        <w:t>законных представителей)  производится в соответствии с законо</w:t>
      </w:r>
      <w:r w:rsidRPr="00075FBB">
        <w:rPr>
          <w:color w:val="000000"/>
          <w:spacing w:val="-2"/>
        </w:rPr>
        <w:softHyphen/>
      </w:r>
      <w:r w:rsidRPr="00075FBB">
        <w:rPr>
          <w:color w:val="000000"/>
        </w:rPr>
        <w:t>дательством РФ.</w:t>
      </w:r>
    </w:p>
    <w:p w:rsidR="000E5268" w:rsidRPr="00075FBB" w:rsidRDefault="000E5268" w:rsidP="00075FBB">
      <w:pPr>
        <w:shd w:val="clear" w:color="auto" w:fill="FFFFFF"/>
        <w:jc w:val="both"/>
        <w:rPr>
          <w:color w:val="000000"/>
        </w:rPr>
      </w:pPr>
      <w:r w:rsidRPr="00075FBB">
        <w:rPr>
          <w:color w:val="000000"/>
        </w:rPr>
        <w:t>9.7.Размер указанной платы определяется исходя их общих затрат </w:t>
      </w:r>
      <w:r w:rsidRPr="00075FBB">
        <w:rPr>
          <w:color w:val="000000"/>
          <w:spacing w:val="-1"/>
        </w:rPr>
        <w:t xml:space="preserve">содержания </w:t>
      </w:r>
      <w:r w:rsidRPr="00075FBB">
        <w:rPr>
          <w:color w:val="000000"/>
        </w:rPr>
        <w:t>обучающихся</w:t>
      </w:r>
      <w:r w:rsidRPr="00075FBB">
        <w:rPr>
          <w:color w:val="000000"/>
          <w:spacing w:val="-1"/>
        </w:rPr>
        <w:t xml:space="preserve"> в ДОУ с учетом длительности </w:t>
      </w:r>
      <w:r w:rsidRPr="00075FBB">
        <w:rPr>
          <w:color w:val="000000"/>
          <w:spacing w:val="-2"/>
        </w:rPr>
        <w:t>их пребывания, а также режима работы учреждения.</w:t>
      </w:r>
    </w:p>
    <w:p w:rsidR="000E5268" w:rsidRPr="00075FBB" w:rsidRDefault="000E5268" w:rsidP="00075FBB">
      <w:pPr>
        <w:shd w:val="clear" w:color="auto" w:fill="FFFFFF"/>
        <w:jc w:val="both"/>
        <w:rPr>
          <w:color w:val="000000"/>
        </w:rPr>
      </w:pPr>
      <w:r w:rsidRPr="00075FBB">
        <w:rPr>
          <w:color w:val="000000"/>
        </w:rPr>
        <w:t xml:space="preserve">9.8.Частичное возмещение родителям расходов за  питание обучающихся ДОУ обеспечивается </w:t>
      </w:r>
      <w:r w:rsidRPr="00075FBB">
        <w:rPr>
          <w:color w:val="000000"/>
          <w:spacing w:val="-2"/>
        </w:rPr>
        <w:t>в соответствии с законо</w:t>
      </w:r>
      <w:r w:rsidRPr="00075FBB">
        <w:rPr>
          <w:color w:val="000000"/>
          <w:spacing w:val="-2"/>
        </w:rPr>
        <w:softHyphen/>
      </w:r>
      <w:r w:rsidRPr="00075FBB">
        <w:rPr>
          <w:color w:val="000000"/>
        </w:rPr>
        <w:t>дательством РФ.</w:t>
      </w:r>
    </w:p>
    <w:p w:rsidR="000E5268" w:rsidRDefault="000E5268" w:rsidP="00075FBB">
      <w:pPr>
        <w:pStyle w:val="NormalWeb"/>
        <w:spacing w:before="0" w:beforeAutospacing="0" w:after="0" w:afterAutospacing="0"/>
        <w:jc w:val="center"/>
        <w:rPr>
          <w:rStyle w:val="Strong"/>
          <w:bCs/>
          <w:color w:val="000000"/>
        </w:rPr>
      </w:pPr>
    </w:p>
    <w:p w:rsidR="000E5268" w:rsidRPr="00075FBB" w:rsidRDefault="000E5268" w:rsidP="00075FBB">
      <w:pPr>
        <w:pStyle w:val="NormalWeb"/>
        <w:spacing w:before="0" w:beforeAutospacing="0" w:after="0" w:afterAutospacing="0"/>
        <w:jc w:val="center"/>
        <w:rPr>
          <w:color w:val="000000"/>
        </w:rPr>
      </w:pPr>
      <w:r w:rsidRPr="00075FBB">
        <w:rPr>
          <w:rStyle w:val="Strong"/>
          <w:bCs/>
          <w:color w:val="000000"/>
        </w:rPr>
        <w:t>10. Контроль за организацией питания в ДОУ.</w:t>
      </w:r>
    </w:p>
    <w:p w:rsidR="000E5268" w:rsidRPr="00075FBB" w:rsidRDefault="000E5268" w:rsidP="00075FBB">
      <w:pPr>
        <w:pStyle w:val="NormalWeb"/>
        <w:spacing w:before="0" w:beforeAutospacing="0" w:after="0" w:afterAutospacing="0"/>
        <w:jc w:val="both"/>
      </w:pPr>
      <w:r w:rsidRPr="00075FBB">
        <w:rPr>
          <w:color w:val="000000"/>
        </w:rPr>
        <w:t>10.1. При организации контроля за соблюдением законодательства в сфере защиты прав потребителей и благополучия человека при организации питания в ДОУ администрация руководствуется СанПиН 2.4.1. 3049-13, методическими рекомендациями «</w:t>
      </w:r>
      <w:r w:rsidRPr="00075FBB">
        <w:rPr>
          <w:bCs/>
        </w:rPr>
        <w:t>Производственный контроль  за соблюдением санитарных правил и выполнения санитарно-противоэпидемических (профилактических) мероприятий организации».</w:t>
      </w:r>
      <w:r w:rsidRPr="00075FBB">
        <w:t xml:space="preserve"> </w:t>
      </w:r>
    </w:p>
    <w:p w:rsidR="000E5268" w:rsidRPr="00075FBB" w:rsidRDefault="000E5268" w:rsidP="00075FBB">
      <w:pPr>
        <w:jc w:val="both"/>
      </w:pPr>
      <w:r w:rsidRPr="00075FBB">
        <w:rPr>
          <w:color w:val="000000"/>
        </w:rPr>
        <w:t>10.2. С целью обеспечения открытости работы по организации питания детей в ДОУ к участию в контроле привлекаются:</w:t>
      </w:r>
      <w:r w:rsidRPr="00075FBB">
        <w:t xml:space="preserve"> администрация ДОУ,  бракеражная ком</w:t>
      </w:r>
      <w:r>
        <w:t>иссия, ответственный за питание</w:t>
      </w:r>
      <w:r w:rsidRPr="00075FBB">
        <w:rPr>
          <w:color w:val="000000"/>
        </w:rPr>
        <w:t>.</w:t>
      </w:r>
    </w:p>
    <w:p w:rsidR="000E5268" w:rsidRPr="00075FBB" w:rsidRDefault="000E5268" w:rsidP="00075FBB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075FBB">
        <w:rPr>
          <w:color w:val="000000"/>
        </w:rPr>
        <w:t>10.3.Административный  совет ДОУ разрабатывает план контроля за организацией питания на учебный год, который утверждается приказом заведующего (приложение № 2).</w:t>
      </w:r>
    </w:p>
    <w:p w:rsidR="000E5268" w:rsidRPr="00075FBB" w:rsidRDefault="000E5268" w:rsidP="00075FBB">
      <w:pPr>
        <w:pStyle w:val="NormalWeb"/>
        <w:spacing w:before="0" w:beforeAutospacing="0" w:after="0" w:afterAutospacing="0"/>
        <w:jc w:val="both"/>
      </w:pPr>
      <w:r w:rsidRPr="00075FBB">
        <w:t>10.4. Заместитель заведующего ДОУ обеспечивают контроль за:</w:t>
      </w:r>
    </w:p>
    <w:p w:rsidR="000E5268" w:rsidRPr="00075FBB" w:rsidRDefault="000E5268" w:rsidP="00075FBB">
      <w:pPr>
        <w:pStyle w:val="NormalWeb"/>
        <w:spacing w:before="0" w:beforeAutospacing="0" w:after="0" w:afterAutospacing="0"/>
        <w:jc w:val="both"/>
      </w:pPr>
      <w:r w:rsidRPr="00075FBB">
        <w:t>- выполнением  натуральных физиологических норм питания, сервировкой столов, гигиену приема пищи, оформление блюд;</w:t>
      </w:r>
    </w:p>
    <w:p w:rsidR="000E5268" w:rsidRPr="00075FBB" w:rsidRDefault="000E5268" w:rsidP="00075FBB">
      <w:pPr>
        <w:pStyle w:val="NormalWeb"/>
        <w:spacing w:before="0" w:beforeAutospacing="0" w:after="0" w:afterAutospacing="0"/>
        <w:jc w:val="both"/>
      </w:pPr>
      <w:r w:rsidRPr="00075FBB">
        <w:t>- выполнение договора на поставку продуктов питания;</w:t>
      </w:r>
    </w:p>
    <w:p w:rsidR="000E5268" w:rsidRPr="00075FBB" w:rsidRDefault="000E5268" w:rsidP="00075FBB">
      <w:pPr>
        <w:pStyle w:val="NormalWeb"/>
        <w:spacing w:before="0" w:beforeAutospacing="0" w:after="0" w:afterAutospacing="0"/>
        <w:jc w:val="both"/>
      </w:pPr>
      <w:r w:rsidRPr="00075FBB">
        <w:t>- состоянием производственной базы пищеблока;</w:t>
      </w:r>
    </w:p>
    <w:p w:rsidR="000E5268" w:rsidRPr="00075FBB" w:rsidRDefault="000E5268" w:rsidP="00075FBB">
      <w:pPr>
        <w:pStyle w:val="NormalWeb"/>
        <w:spacing w:before="0" w:beforeAutospacing="0" w:after="0" w:afterAutospacing="0"/>
        <w:jc w:val="both"/>
      </w:pPr>
      <w:r w:rsidRPr="00075FBB">
        <w:t>- материально-техническим состоянием помещений пищеблока;</w:t>
      </w:r>
    </w:p>
    <w:p w:rsidR="000E5268" w:rsidRPr="00075FBB" w:rsidRDefault="000E5268" w:rsidP="00075FBB">
      <w:pPr>
        <w:pStyle w:val="NormalWeb"/>
        <w:spacing w:before="0" w:beforeAutospacing="0" w:after="0" w:afterAutospacing="0"/>
        <w:jc w:val="both"/>
      </w:pPr>
      <w:r w:rsidRPr="00075FBB">
        <w:t>- обеспечением пищеблока и мест приема пищи достаточным количеством столовой и кухонной посуды, спецодеждой, санитарно-гигиеническими средствами, разделочным оборудованием и уборочным инвентарем;</w:t>
      </w:r>
    </w:p>
    <w:p w:rsidR="000E5268" w:rsidRPr="00075FBB" w:rsidRDefault="000E5268" w:rsidP="00075FBB">
      <w:pPr>
        <w:pStyle w:val="NormalWeb"/>
        <w:spacing w:before="0" w:beforeAutospacing="0" w:after="0" w:afterAutospacing="0"/>
        <w:jc w:val="both"/>
      </w:pPr>
      <w:r w:rsidRPr="00075FBB">
        <w:t>- контроль за своевременным поступлением средств родительской платы.</w:t>
      </w:r>
    </w:p>
    <w:p w:rsidR="000E5268" w:rsidRPr="00075FBB" w:rsidRDefault="000E5268" w:rsidP="00075FBB">
      <w:pPr>
        <w:pStyle w:val="NormalWeb"/>
        <w:spacing w:before="0" w:beforeAutospacing="0" w:after="0" w:afterAutospacing="0"/>
        <w:jc w:val="both"/>
      </w:pPr>
      <w:r w:rsidRPr="00075FBB">
        <w:t>10.5. Ответственный за питание ДОУ осуществляют контроль за:</w:t>
      </w:r>
    </w:p>
    <w:p w:rsidR="000E5268" w:rsidRPr="00075FBB" w:rsidRDefault="000E5268" w:rsidP="00075FBB">
      <w:pPr>
        <w:pStyle w:val="NormalWeb"/>
        <w:spacing w:before="0" w:beforeAutospacing="0" w:after="0" w:afterAutospacing="0"/>
        <w:jc w:val="both"/>
      </w:pPr>
      <w:r w:rsidRPr="00075FBB">
        <w:t>- качеством поступающих продуктов (ежедневно) – осуществляют бракераж, который включает контроль целостности упаковки и органолептическую оценку (внешний вид, цвет, консистенция, запах и вкус поступающих продуктов и продовольственного сырья), а также знакомство с сопроводительной документацией (накладными, сертификатами соответствия, санитарно-эпидемиологическими заключениями, качественными удостоверениями);</w:t>
      </w:r>
    </w:p>
    <w:p w:rsidR="000E5268" w:rsidRPr="00075FBB" w:rsidRDefault="000E5268" w:rsidP="00075FBB">
      <w:pPr>
        <w:pStyle w:val="NormalWeb"/>
        <w:spacing w:before="0" w:beforeAutospacing="0" w:after="0" w:afterAutospacing="0"/>
        <w:jc w:val="both"/>
      </w:pPr>
      <w:r w:rsidRPr="00075FBB">
        <w:t>- технологией приготовления пищи, качеством и соответствием объема готовых блюд, результаты которого ежедневно заносятся в журнал бракеража готовой кулинарной продукции;</w:t>
      </w:r>
    </w:p>
    <w:p w:rsidR="000E5268" w:rsidRPr="00075FBB" w:rsidRDefault="000E5268" w:rsidP="00075FBB">
      <w:pPr>
        <w:pStyle w:val="NormalWeb"/>
        <w:spacing w:before="0" w:beforeAutospacing="0" w:after="0" w:afterAutospacing="0"/>
        <w:jc w:val="both"/>
      </w:pPr>
      <w:r w:rsidRPr="00075FBB">
        <w:t>- правильностью отбора и хранения суточных проб (ежедневно);</w:t>
      </w:r>
    </w:p>
    <w:p w:rsidR="000E5268" w:rsidRPr="00075FBB" w:rsidRDefault="000E5268" w:rsidP="00075FBB">
      <w:pPr>
        <w:pStyle w:val="NormalWeb"/>
        <w:spacing w:before="0" w:beforeAutospacing="0" w:after="0" w:afterAutospacing="0"/>
        <w:jc w:val="both"/>
      </w:pPr>
      <w:r w:rsidRPr="00075FBB">
        <w:t>- работой пищеблока, его санитарным состоянием, организацией обработки посуды, технологического оборудования, инвентаря (ежедневно);</w:t>
      </w:r>
    </w:p>
    <w:p w:rsidR="000E5268" w:rsidRPr="00075FBB" w:rsidRDefault="000E5268" w:rsidP="00075FBB">
      <w:pPr>
        <w:pStyle w:val="NormalWeb"/>
        <w:spacing w:before="0" w:beforeAutospacing="0" w:after="0" w:afterAutospacing="0"/>
        <w:jc w:val="both"/>
      </w:pPr>
      <w:r w:rsidRPr="00075FBB">
        <w:t>- соблюдением правил личной гигиены сотрудниками пищеблока с отметкой в журнале здоровья (ежедневно);</w:t>
      </w:r>
    </w:p>
    <w:p w:rsidR="000E5268" w:rsidRPr="00075FBB" w:rsidRDefault="000E5268" w:rsidP="00075FBB">
      <w:pPr>
        <w:pStyle w:val="NormalWeb"/>
        <w:spacing w:before="0" w:beforeAutospacing="0" w:after="0" w:afterAutospacing="0"/>
        <w:jc w:val="both"/>
      </w:pPr>
      <w:r w:rsidRPr="00075FBB">
        <w:t>- информированием родителей (законных представителей) о ежедневном меню с указанием выхода готовых блюд (ежедневно);</w:t>
      </w:r>
    </w:p>
    <w:p w:rsidR="000E5268" w:rsidRPr="00075FBB" w:rsidRDefault="000E5268" w:rsidP="00075FBB">
      <w:pPr>
        <w:pStyle w:val="NormalWeb"/>
        <w:spacing w:before="0" w:beforeAutospacing="0" w:after="0" w:afterAutospacing="0"/>
        <w:jc w:val="both"/>
      </w:pPr>
      <w:r w:rsidRPr="00075FBB">
        <w:t>- выполнением среднесуточных норм питания на одного ребенка по итогам накопительной ведомости (каждые 10 дней);</w:t>
      </w:r>
    </w:p>
    <w:p w:rsidR="000E5268" w:rsidRPr="00075FBB" w:rsidRDefault="000E5268" w:rsidP="00075FBB">
      <w:pPr>
        <w:pStyle w:val="NormalWeb"/>
        <w:spacing w:before="0" w:beforeAutospacing="0" w:after="0" w:afterAutospacing="0"/>
        <w:jc w:val="both"/>
      </w:pPr>
      <w:r w:rsidRPr="00075FBB">
        <w:t>- выполнением норм потребности в основных пищевых веществах (белках, жирах, углеводах) и энергетической ценности (калорийности) (ежемесячно).</w:t>
      </w:r>
    </w:p>
    <w:p w:rsidR="000E5268" w:rsidRPr="00075FBB" w:rsidRDefault="000E5268" w:rsidP="00075FBB">
      <w:pPr>
        <w:pStyle w:val="NormalWeb"/>
        <w:spacing w:before="0" w:beforeAutospacing="0" w:after="0" w:afterAutospacing="0"/>
        <w:jc w:val="both"/>
      </w:pPr>
      <w:r w:rsidRPr="00075FBB">
        <w:t>10.6. Бракеражная  комиссия:</w:t>
      </w:r>
    </w:p>
    <w:p w:rsidR="000E5268" w:rsidRPr="00075FBB" w:rsidRDefault="000E5268" w:rsidP="00075FBB">
      <w:pPr>
        <w:pStyle w:val="NormalWeb"/>
        <w:spacing w:before="0" w:beforeAutospacing="0" w:after="0" w:afterAutospacing="0"/>
        <w:jc w:val="both"/>
      </w:pPr>
      <w:r w:rsidRPr="00075FBB">
        <w:rPr>
          <w:rStyle w:val="t2"/>
        </w:rPr>
        <w:t xml:space="preserve">-   </w:t>
      </w:r>
      <w:r w:rsidRPr="00075FBB">
        <w:t>контролирует закладку продуктов;</w:t>
      </w:r>
    </w:p>
    <w:p w:rsidR="000E5268" w:rsidRPr="00075FBB" w:rsidRDefault="000E5268" w:rsidP="00075FBB">
      <w:pPr>
        <w:pStyle w:val="NormalWeb"/>
        <w:spacing w:before="0" w:beforeAutospacing="0" w:after="0" w:afterAutospacing="0"/>
        <w:jc w:val="both"/>
      </w:pPr>
      <w:r w:rsidRPr="00075FBB">
        <w:t>-   снятие остатков;</w:t>
      </w:r>
    </w:p>
    <w:p w:rsidR="000E5268" w:rsidRPr="00075FBB" w:rsidRDefault="000E5268" w:rsidP="00075FBB">
      <w:pPr>
        <w:pStyle w:val="NormalWeb"/>
        <w:spacing w:before="0" w:beforeAutospacing="0" w:after="0" w:afterAutospacing="0"/>
        <w:jc w:val="both"/>
      </w:pPr>
      <w:r w:rsidRPr="00075FBB">
        <w:rPr>
          <w:rStyle w:val="t2"/>
        </w:rPr>
        <w:t xml:space="preserve">-   </w:t>
      </w:r>
      <w:r w:rsidRPr="00075FBB">
        <w:t>проверяет качество, объем и выход приготовленных блюд, их соответствие утвержденному меню;</w:t>
      </w:r>
    </w:p>
    <w:p w:rsidR="000E5268" w:rsidRPr="00075FBB" w:rsidRDefault="000E5268" w:rsidP="00075FBB">
      <w:pPr>
        <w:pStyle w:val="NormalWeb"/>
        <w:spacing w:before="0" w:beforeAutospacing="0" w:after="0" w:afterAutospacing="0"/>
        <w:jc w:val="both"/>
      </w:pPr>
      <w:r w:rsidRPr="00075FBB">
        <w:rPr>
          <w:rStyle w:val="t2"/>
        </w:rPr>
        <w:t xml:space="preserve">- </w:t>
      </w:r>
      <w:r w:rsidRPr="00075FBB">
        <w:t>следит за соблюдением санитарных норм и правил на пищеблоке, ведением журнала учета сроков хранения и реализацией скоропортящихся продуктов;</w:t>
      </w:r>
    </w:p>
    <w:p w:rsidR="000E5268" w:rsidRPr="00075FBB" w:rsidRDefault="000E5268" w:rsidP="00075FBB">
      <w:pPr>
        <w:pStyle w:val="NormalWeb"/>
        <w:spacing w:before="0" w:beforeAutospacing="0" w:after="0" w:afterAutospacing="0"/>
        <w:jc w:val="both"/>
      </w:pPr>
      <w:r w:rsidRPr="00075FBB">
        <w:rPr>
          <w:rStyle w:val="t2"/>
        </w:rPr>
        <w:t xml:space="preserve">- </w:t>
      </w:r>
      <w:r w:rsidRPr="00075FBB">
        <w:t>разрабатывает график получения приготовленных блюд по группам;</w:t>
      </w:r>
    </w:p>
    <w:p w:rsidR="000E5268" w:rsidRPr="00075FBB" w:rsidRDefault="000E5268" w:rsidP="00075FBB">
      <w:pPr>
        <w:pStyle w:val="NormalWeb"/>
        <w:spacing w:before="0" w:beforeAutospacing="0" w:after="0" w:afterAutospacing="0"/>
        <w:jc w:val="both"/>
      </w:pPr>
      <w:r w:rsidRPr="00075FBB">
        <w:rPr>
          <w:rStyle w:val="t2"/>
        </w:rPr>
        <w:t xml:space="preserve">- </w:t>
      </w:r>
      <w:r w:rsidRPr="00075FBB">
        <w:t>формирует предложения по улучшению организации питания воспитанников;</w:t>
      </w:r>
    </w:p>
    <w:p w:rsidR="000E5268" w:rsidRPr="00075FBB" w:rsidRDefault="000E5268" w:rsidP="00075FBB">
      <w:pPr>
        <w:pStyle w:val="NormalWeb"/>
        <w:spacing w:before="0" w:beforeAutospacing="0" w:after="0" w:afterAutospacing="0"/>
        <w:jc w:val="both"/>
      </w:pPr>
      <w:r w:rsidRPr="00075FBB">
        <w:rPr>
          <w:rStyle w:val="t2"/>
        </w:rPr>
        <w:t xml:space="preserve">- </w:t>
      </w:r>
      <w:r w:rsidRPr="00075FBB">
        <w:t>не реже одного раза в месяц осуществляет проверки организации питания обучающихся, по итогам которых составляются акты;</w:t>
      </w:r>
    </w:p>
    <w:p w:rsidR="000E5268" w:rsidRPr="00075FBB" w:rsidRDefault="000E5268" w:rsidP="00075FBB">
      <w:pPr>
        <w:pStyle w:val="NormalWeb"/>
        <w:spacing w:before="0" w:beforeAutospacing="0" w:after="0" w:afterAutospacing="0"/>
        <w:jc w:val="both"/>
      </w:pPr>
      <w:r w:rsidRPr="00075FBB">
        <w:t>10.7.Требования бракеражной комиссии по устранению нарушений в организации питания обучающихся являются обязательными для исполнения заведующим и работниками ДОУ.</w:t>
      </w:r>
    </w:p>
    <w:p w:rsidR="000E5268" w:rsidRPr="00075FBB" w:rsidRDefault="000E5268" w:rsidP="00075FBB">
      <w:pPr>
        <w:pStyle w:val="NormalWeb"/>
        <w:spacing w:before="0" w:beforeAutospacing="0" w:after="0" w:afterAutospacing="0"/>
      </w:pPr>
      <w:r w:rsidRPr="00075FBB">
        <w:rPr>
          <w:rStyle w:val="t2"/>
        </w:rPr>
        <w:t xml:space="preserve">10.8.  </w:t>
      </w:r>
      <w:r w:rsidRPr="00075FBB">
        <w:t>Вопросы организации питания обучающихся рассматриваются:</w:t>
      </w:r>
    </w:p>
    <w:p w:rsidR="000E5268" w:rsidRPr="00075FBB" w:rsidRDefault="000E5268" w:rsidP="00075FBB">
      <w:pPr>
        <w:pStyle w:val="NormalWeb"/>
        <w:spacing w:before="0" w:beforeAutospacing="0" w:after="0" w:afterAutospacing="0"/>
      </w:pPr>
      <w:r w:rsidRPr="00075FBB">
        <w:rPr>
          <w:rStyle w:val="t2"/>
        </w:rPr>
        <w:t xml:space="preserve">- </w:t>
      </w:r>
      <w:r w:rsidRPr="00075FBB">
        <w:t>  не реже 1 раза в год на общем родительском собрании;</w:t>
      </w:r>
    </w:p>
    <w:p w:rsidR="000E5268" w:rsidRPr="00075FBB" w:rsidRDefault="000E5268" w:rsidP="00075FBB">
      <w:pPr>
        <w:pStyle w:val="NormalWeb"/>
        <w:spacing w:before="0" w:beforeAutospacing="0" w:after="0" w:afterAutospacing="0"/>
      </w:pPr>
      <w:r w:rsidRPr="00075FBB">
        <w:t>-   не реже 1 раза в квартал на совещании при заведующем ДОУ;</w:t>
      </w:r>
    </w:p>
    <w:p w:rsidR="000E5268" w:rsidRPr="00075FBB" w:rsidRDefault="000E5268" w:rsidP="00075FBB">
      <w:pPr>
        <w:pStyle w:val="NormalWeb"/>
        <w:spacing w:before="0" w:beforeAutospacing="0" w:after="0" w:afterAutospacing="0"/>
      </w:pPr>
      <w:r w:rsidRPr="00075FBB">
        <w:rPr>
          <w:rStyle w:val="t2"/>
        </w:rPr>
        <w:t xml:space="preserve">- </w:t>
      </w:r>
      <w:r w:rsidRPr="00075FBB">
        <w:t>  не реже 1 раза в полугодие на педагогическом совете ДОУ.</w:t>
      </w:r>
    </w:p>
    <w:p w:rsidR="000E5268" w:rsidRDefault="000E5268" w:rsidP="00075FBB">
      <w:pPr>
        <w:jc w:val="center"/>
        <w:rPr>
          <w:b/>
        </w:rPr>
      </w:pPr>
    </w:p>
    <w:p w:rsidR="000E5268" w:rsidRPr="00075FBB" w:rsidRDefault="000E5268" w:rsidP="00075FBB">
      <w:pPr>
        <w:jc w:val="center"/>
        <w:rPr>
          <w:b/>
        </w:rPr>
      </w:pPr>
      <w:r w:rsidRPr="00075FBB">
        <w:rPr>
          <w:b/>
        </w:rPr>
        <w:t>11. Распределение прав и обязанностей по организации питания обучающихся в ДОУ.</w:t>
      </w:r>
    </w:p>
    <w:p w:rsidR="000E5268" w:rsidRPr="00075FBB" w:rsidRDefault="000E5268" w:rsidP="00075FBB">
      <w:pPr>
        <w:jc w:val="both"/>
        <w:rPr>
          <w:b/>
          <w:i/>
        </w:rPr>
      </w:pPr>
      <w:r w:rsidRPr="00075FBB">
        <w:t xml:space="preserve">11.1. </w:t>
      </w:r>
      <w:r w:rsidRPr="00075FBB">
        <w:rPr>
          <w:i/>
        </w:rPr>
        <w:t>Заведующий ДОУ:</w:t>
      </w:r>
    </w:p>
    <w:p w:rsidR="000E5268" w:rsidRPr="00075FBB" w:rsidRDefault="000E5268" w:rsidP="00075FBB">
      <w:pPr>
        <w:jc w:val="both"/>
      </w:pPr>
      <w:r w:rsidRPr="00075FBB">
        <w:rPr>
          <w:rStyle w:val="t2"/>
        </w:rPr>
        <w:t xml:space="preserve">- </w:t>
      </w:r>
      <w:r w:rsidRPr="00075FBB">
        <w:t>несет ответственность за организацию питания обучающихся в соответствии с нормативными правовыми актами Российской Федерации, федеральными санитарными правилами и нормами, Уставом Учреждения и настоящим Положением;</w:t>
      </w:r>
    </w:p>
    <w:p w:rsidR="000E5268" w:rsidRPr="00075FBB" w:rsidRDefault="000E5268" w:rsidP="00075FBB">
      <w:pPr>
        <w:jc w:val="both"/>
      </w:pPr>
      <w:r w:rsidRPr="00075FBB">
        <w:rPr>
          <w:rStyle w:val="t2"/>
        </w:rPr>
        <w:t xml:space="preserve">- </w:t>
      </w:r>
      <w:r w:rsidRPr="00075FBB">
        <w:t>обеспечивает принятие локальных актов, предусмотренных настоящим Положением;</w:t>
      </w:r>
    </w:p>
    <w:p w:rsidR="000E5268" w:rsidRPr="00075FBB" w:rsidRDefault="000E5268" w:rsidP="00075FBB">
      <w:pPr>
        <w:jc w:val="both"/>
        <w:rPr>
          <w:b/>
        </w:rPr>
      </w:pPr>
      <w:r w:rsidRPr="00075FBB">
        <w:rPr>
          <w:rStyle w:val="t2"/>
        </w:rPr>
        <w:t xml:space="preserve">-  </w:t>
      </w:r>
      <w:r w:rsidRPr="00075FBB">
        <w:t>назначает из числа своих работников ответственного за организацию питания в ДОУ;</w:t>
      </w:r>
    </w:p>
    <w:p w:rsidR="000E5268" w:rsidRPr="00075FBB" w:rsidRDefault="000E5268" w:rsidP="00075FBB">
      <w:pPr>
        <w:jc w:val="both"/>
        <w:rPr>
          <w:b/>
        </w:rPr>
      </w:pPr>
      <w:r w:rsidRPr="00075FBB">
        <w:rPr>
          <w:rStyle w:val="t2"/>
        </w:rPr>
        <w:t xml:space="preserve">- </w:t>
      </w:r>
      <w:r w:rsidRPr="00075FBB">
        <w:t>обеспечивает рассмотрение вопросов организации питания обучающихся на заседаниях родительских собраний в группах, педагогическом совете, административном совещании, заседании Управляющего совета;</w:t>
      </w:r>
    </w:p>
    <w:p w:rsidR="000E5268" w:rsidRPr="00075FBB" w:rsidRDefault="000E5268" w:rsidP="00075FBB">
      <w:pPr>
        <w:jc w:val="both"/>
        <w:rPr>
          <w:b/>
        </w:rPr>
      </w:pPr>
      <w:r w:rsidRPr="00075FBB">
        <w:t>-    утверждает 10 – дневное меню;</w:t>
      </w:r>
    </w:p>
    <w:p w:rsidR="000E5268" w:rsidRPr="00075FBB" w:rsidRDefault="000E5268" w:rsidP="00075FBB">
      <w:pPr>
        <w:jc w:val="both"/>
        <w:rPr>
          <w:b/>
        </w:rPr>
      </w:pPr>
      <w:r w:rsidRPr="00075FBB">
        <w:t>-  контролирует состояние пищеблока, при необходимости принимает меры к замене устаревшему  оборудованию, его ремонту и обеспечению запасными частями;</w:t>
      </w:r>
    </w:p>
    <w:p w:rsidR="000E5268" w:rsidRPr="00075FBB" w:rsidRDefault="000E5268" w:rsidP="00075FBB">
      <w:pPr>
        <w:jc w:val="both"/>
        <w:rPr>
          <w:b/>
        </w:rPr>
      </w:pPr>
      <w:r w:rsidRPr="00075FBB">
        <w:rPr>
          <w:rStyle w:val="t2"/>
        </w:rPr>
        <w:t xml:space="preserve">- </w:t>
      </w:r>
      <w:r w:rsidRPr="00075FBB">
        <w:t>обеспечивает необходимый текущий ремонт помещений пищеблока;</w:t>
      </w:r>
    </w:p>
    <w:p w:rsidR="000E5268" w:rsidRPr="00075FBB" w:rsidRDefault="000E5268" w:rsidP="00075FBB">
      <w:pPr>
        <w:jc w:val="both"/>
        <w:rPr>
          <w:b/>
        </w:rPr>
      </w:pPr>
      <w:r w:rsidRPr="00075FBB">
        <w:rPr>
          <w:rStyle w:val="t2"/>
        </w:rPr>
        <w:t xml:space="preserve">- </w:t>
      </w:r>
      <w:r w:rsidRPr="00075FBB">
        <w:t>контролирует соблюдение требований Сан ПиНа;</w:t>
      </w:r>
    </w:p>
    <w:p w:rsidR="000E5268" w:rsidRPr="00075FBB" w:rsidRDefault="000E5268" w:rsidP="00075FBB">
      <w:pPr>
        <w:jc w:val="both"/>
      </w:pPr>
      <w:r w:rsidRPr="00075FBB">
        <w:t>-  обеспечивает пищеблок достаточным количеством столовой и кухонной посуды, спецодеждой, санитарно-гигиеническими средствами, разделочным оборудованием и уборочным инвентарем;</w:t>
      </w:r>
    </w:p>
    <w:p w:rsidR="000E5268" w:rsidRPr="00075FBB" w:rsidRDefault="000E5268" w:rsidP="00075FBB">
      <w:pPr>
        <w:jc w:val="both"/>
      </w:pPr>
      <w:r w:rsidRPr="00075FBB">
        <w:t>-   заключает договоры на поставку продуктов питания;</w:t>
      </w:r>
    </w:p>
    <w:p w:rsidR="000E5268" w:rsidRPr="00075FBB" w:rsidRDefault="000E5268" w:rsidP="00075FBB">
      <w:pPr>
        <w:shd w:val="clear" w:color="auto" w:fill="FFFFFF"/>
        <w:jc w:val="both"/>
        <w:rPr>
          <w:color w:val="000000"/>
        </w:rPr>
      </w:pPr>
      <w:r w:rsidRPr="00075FBB">
        <w:rPr>
          <w:color w:val="000000"/>
        </w:rPr>
        <w:t>- </w:t>
      </w:r>
      <w:r w:rsidRPr="00075FBB">
        <w:rPr>
          <w:color w:val="000000"/>
          <w:spacing w:val="-2"/>
        </w:rPr>
        <w:t>следит за правильным использованием ассигнований на питание.</w:t>
      </w:r>
    </w:p>
    <w:p w:rsidR="000E5268" w:rsidRPr="00075FBB" w:rsidRDefault="000E5268" w:rsidP="00075FBB">
      <w:pPr>
        <w:jc w:val="both"/>
        <w:rPr>
          <w:b/>
          <w:i/>
        </w:rPr>
      </w:pPr>
      <w:r w:rsidRPr="00075FBB">
        <w:t xml:space="preserve">11.2. </w:t>
      </w:r>
      <w:r w:rsidRPr="00075FBB">
        <w:rPr>
          <w:i/>
        </w:rPr>
        <w:t>Главный бухгалтер:</w:t>
      </w:r>
    </w:p>
    <w:p w:rsidR="000E5268" w:rsidRPr="00075FBB" w:rsidRDefault="000E5268" w:rsidP="00075FBB">
      <w:pPr>
        <w:jc w:val="both"/>
        <w:rPr>
          <w:b/>
        </w:rPr>
      </w:pPr>
      <w:r w:rsidRPr="00075FBB">
        <w:rPr>
          <w:rStyle w:val="t2"/>
        </w:rPr>
        <w:t xml:space="preserve"> - </w:t>
      </w:r>
      <w:r w:rsidRPr="00075FBB">
        <w:t>принимает отчёты по питанию у  заведующего хозяйством  ежемесячные, квартальные, полугодовые и годовые;</w:t>
      </w:r>
    </w:p>
    <w:p w:rsidR="000E5268" w:rsidRPr="00075FBB" w:rsidRDefault="000E5268" w:rsidP="00075FBB">
      <w:pPr>
        <w:jc w:val="both"/>
        <w:rPr>
          <w:b/>
        </w:rPr>
      </w:pPr>
      <w:r w:rsidRPr="00075FBB">
        <w:rPr>
          <w:rStyle w:val="t2"/>
        </w:rPr>
        <w:t xml:space="preserve">- </w:t>
      </w:r>
      <w:r w:rsidRPr="00075FBB">
        <w:t>контролирует выполнение натуральных норм;</w:t>
      </w:r>
    </w:p>
    <w:p w:rsidR="000E5268" w:rsidRPr="00075FBB" w:rsidRDefault="000E5268" w:rsidP="00075FBB">
      <w:pPr>
        <w:jc w:val="both"/>
      </w:pPr>
      <w:r w:rsidRPr="00075FBB">
        <w:rPr>
          <w:rStyle w:val="t2"/>
        </w:rPr>
        <w:t xml:space="preserve">- </w:t>
      </w:r>
      <w:r w:rsidRPr="00075FBB">
        <w:t>контролирует ежемесячное выведение остатков на складе;</w:t>
      </w:r>
    </w:p>
    <w:p w:rsidR="000E5268" w:rsidRPr="00075FBB" w:rsidRDefault="000E5268" w:rsidP="00075FBB">
      <w:pPr>
        <w:jc w:val="both"/>
      </w:pPr>
      <w:r w:rsidRPr="00075FBB">
        <w:t>- производит ежемесячный расчет за питание обучающихся.</w:t>
      </w:r>
    </w:p>
    <w:p w:rsidR="000E5268" w:rsidRPr="00075FBB" w:rsidRDefault="000E5268" w:rsidP="00075FBB">
      <w:pPr>
        <w:jc w:val="both"/>
        <w:rPr>
          <w:i/>
        </w:rPr>
      </w:pPr>
      <w:r w:rsidRPr="00075FBB">
        <w:t xml:space="preserve">11.3. </w:t>
      </w:r>
      <w:r w:rsidRPr="00075FBB">
        <w:rPr>
          <w:i/>
        </w:rPr>
        <w:t>Воспитатели:</w:t>
      </w:r>
    </w:p>
    <w:p w:rsidR="000E5268" w:rsidRPr="00075FBB" w:rsidRDefault="000E5268" w:rsidP="00075FBB">
      <w:pPr>
        <w:jc w:val="both"/>
      </w:pPr>
      <w:r w:rsidRPr="00075FBB">
        <w:rPr>
          <w:rStyle w:val="t2"/>
        </w:rPr>
        <w:t xml:space="preserve">- </w:t>
      </w:r>
      <w:r w:rsidRPr="00075FBB">
        <w:t>несут ответственность за организацию питания в группе;</w:t>
      </w:r>
    </w:p>
    <w:p w:rsidR="000E5268" w:rsidRPr="00075FBB" w:rsidRDefault="000E5268" w:rsidP="00075FBB">
      <w:pPr>
        <w:jc w:val="both"/>
      </w:pPr>
      <w:r w:rsidRPr="00075FBB">
        <w:rPr>
          <w:rStyle w:val="t2"/>
        </w:rPr>
        <w:t xml:space="preserve">- </w:t>
      </w:r>
      <w:r w:rsidRPr="00075FBB">
        <w:t>несут ответственность за количество воспитанников, поданных на питание;</w:t>
      </w:r>
    </w:p>
    <w:p w:rsidR="000E5268" w:rsidRPr="00075FBB" w:rsidRDefault="000E5268" w:rsidP="00075FBB">
      <w:pPr>
        <w:jc w:val="both"/>
      </w:pPr>
      <w:r w:rsidRPr="00075FBB">
        <w:rPr>
          <w:rStyle w:val="t2"/>
        </w:rPr>
        <w:t xml:space="preserve">- </w:t>
      </w:r>
      <w:r w:rsidRPr="00075FBB">
        <w:t>ежедневно  подают  сведения о количестве детей, поставленных на питание;</w:t>
      </w:r>
    </w:p>
    <w:p w:rsidR="000E5268" w:rsidRPr="00075FBB" w:rsidRDefault="000E5268" w:rsidP="00075FBB">
      <w:pPr>
        <w:jc w:val="both"/>
      </w:pPr>
      <w:r w:rsidRPr="00075FBB">
        <w:rPr>
          <w:rStyle w:val="t2"/>
        </w:rPr>
        <w:t xml:space="preserve">- </w:t>
      </w:r>
      <w:r w:rsidRPr="00075FBB">
        <w:t>ежедневно не позднее, чем за 30 минут до предоставления завтрака в день питания уточняют количество детей;</w:t>
      </w:r>
    </w:p>
    <w:p w:rsidR="000E5268" w:rsidRPr="00075FBB" w:rsidRDefault="000E5268" w:rsidP="00075FBB">
      <w:pPr>
        <w:jc w:val="both"/>
      </w:pPr>
      <w:r w:rsidRPr="00075FBB">
        <w:rPr>
          <w:rStyle w:val="t2"/>
        </w:rPr>
        <w:t xml:space="preserve">- </w:t>
      </w:r>
      <w:r w:rsidRPr="00075FBB">
        <w:t>предусматривают в планах воспитательной работы мероприятия, направленные на формирование здорового образа жизни воспитанников, потребности в сбалансированном и рациональном питании. Систематически планируют на родительских собраниях обсуждение вопросы обеспечения полноценного питания обучающихся;</w:t>
      </w:r>
    </w:p>
    <w:p w:rsidR="000E5268" w:rsidRPr="00075FBB" w:rsidRDefault="000E5268" w:rsidP="00075FBB">
      <w:pPr>
        <w:jc w:val="both"/>
      </w:pPr>
      <w:r w:rsidRPr="00075FBB">
        <w:rPr>
          <w:rStyle w:val="t2"/>
        </w:rPr>
        <w:t xml:space="preserve">- </w:t>
      </w:r>
      <w:r w:rsidRPr="00075FBB">
        <w:t>вносят предложения по улучшению питания на за</w:t>
      </w:r>
      <w:r>
        <w:t>седаниях Педагогического совета</w:t>
      </w:r>
      <w:r w:rsidRPr="00075FBB">
        <w:t>;</w:t>
      </w:r>
    </w:p>
    <w:p w:rsidR="000E5268" w:rsidRPr="00075FBB" w:rsidRDefault="000E5268" w:rsidP="00075FBB">
      <w:pPr>
        <w:jc w:val="both"/>
        <w:rPr>
          <w:i/>
        </w:rPr>
      </w:pPr>
      <w:r w:rsidRPr="00075FBB">
        <w:t xml:space="preserve">11.4. </w:t>
      </w:r>
      <w:r w:rsidRPr="00075FBB">
        <w:rPr>
          <w:i/>
        </w:rPr>
        <w:t>Родители (законные представители) обучающихся:</w:t>
      </w:r>
    </w:p>
    <w:p w:rsidR="000E5268" w:rsidRPr="00075FBB" w:rsidRDefault="000E5268" w:rsidP="00075FBB">
      <w:pPr>
        <w:jc w:val="both"/>
      </w:pPr>
      <w:r w:rsidRPr="00075FBB">
        <w:rPr>
          <w:rStyle w:val="t2"/>
        </w:rPr>
        <w:t xml:space="preserve">-   </w:t>
      </w:r>
      <w:r w:rsidRPr="00075FBB">
        <w:t>своевременно вносят родительскую плату;</w:t>
      </w:r>
    </w:p>
    <w:p w:rsidR="000E5268" w:rsidRPr="00075FBB" w:rsidRDefault="000E5268" w:rsidP="00075FBB">
      <w:pPr>
        <w:jc w:val="both"/>
      </w:pPr>
      <w:r w:rsidRPr="00075FBB">
        <w:rPr>
          <w:rStyle w:val="t2"/>
        </w:rPr>
        <w:t xml:space="preserve">- </w:t>
      </w:r>
      <w:r w:rsidRPr="00075FBB">
        <w:t>своевременно сообщают воспитателю о болезни ребенка или его временном отсутствии в ДОУ для снятия его с питания на период его фактического отсутствия, а также предупреждают воспитателя об имеющихся у ребенка аллергических реакциях на продукты питания;</w:t>
      </w:r>
    </w:p>
    <w:p w:rsidR="000E5268" w:rsidRPr="00075FBB" w:rsidRDefault="000E5268" w:rsidP="00075FBB">
      <w:pPr>
        <w:jc w:val="both"/>
      </w:pPr>
      <w:r w:rsidRPr="00075FBB">
        <w:rPr>
          <w:rStyle w:val="t2"/>
        </w:rPr>
        <w:t xml:space="preserve">- </w:t>
      </w:r>
      <w:r w:rsidRPr="00075FBB">
        <w:t>ведут разъяснительную работу со своими детьми по привитию им навыков здорового образа жизни и правильного питания;</w:t>
      </w:r>
    </w:p>
    <w:p w:rsidR="000E5268" w:rsidRDefault="000E5268" w:rsidP="00893127">
      <w:pPr>
        <w:jc w:val="both"/>
      </w:pPr>
      <w:r w:rsidRPr="00075FBB">
        <w:rPr>
          <w:rStyle w:val="t2"/>
        </w:rPr>
        <w:t xml:space="preserve">- </w:t>
      </w:r>
      <w:r w:rsidRPr="00075FBB">
        <w:t>вправе вносить предложения по улучшению организации питания обучающихся  лично;</w:t>
      </w:r>
    </w:p>
    <w:p w:rsidR="000E5268" w:rsidRPr="00075FBB" w:rsidRDefault="000E5268" w:rsidP="00893127">
      <w:pPr>
        <w:jc w:val="both"/>
      </w:pPr>
      <w:r w:rsidRPr="00075FBB">
        <w:rPr>
          <w:rStyle w:val="t2"/>
        </w:rPr>
        <w:t xml:space="preserve">- </w:t>
      </w:r>
      <w:r w:rsidRPr="00075FBB">
        <w:t>вправе знакомиться с примерным и ежедневным меню, расчетами средств на организацию питания.</w:t>
      </w:r>
    </w:p>
    <w:p w:rsidR="000E5268" w:rsidRPr="00075FBB" w:rsidRDefault="000E5268" w:rsidP="00075FBB">
      <w:pPr>
        <w:pStyle w:val="NormalWeb"/>
        <w:spacing w:before="0" w:beforeAutospacing="0" w:after="0" w:afterAutospacing="0"/>
        <w:jc w:val="center"/>
      </w:pPr>
      <w:r w:rsidRPr="00075FBB">
        <w:rPr>
          <w:rStyle w:val="Strong"/>
          <w:bCs/>
        </w:rPr>
        <w:t>12.  Отчетность и  делопроизводство.</w:t>
      </w:r>
    </w:p>
    <w:p w:rsidR="000E5268" w:rsidRPr="00075FBB" w:rsidRDefault="000E5268" w:rsidP="00075FBB">
      <w:pPr>
        <w:pStyle w:val="NormalWeb"/>
        <w:spacing w:before="0" w:beforeAutospacing="0" w:after="0" w:afterAutospacing="0"/>
        <w:jc w:val="both"/>
      </w:pPr>
      <w:r w:rsidRPr="00075FBB">
        <w:t>12.1. Заведующий осуществляет  ежемесячный анализ деятельности ДОУ по организации питания детей.</w:t>
      </w:r>
    </w:p>
    <w:p w:rsidR="000E5268" w:rsidRPr="00075FBB" w:rsidRDefault="000E5268" w:rsidP="00075FBB">
      <w:pPr>
        <w:pStyle w:val="NormalWeb"/>
        <w:spacing w:before="0" w:beforeAutospacing="0" w:after="0" w:afterAutospacing="0"/>
        <w:jc w:val="both"/>
      </w:pPr>
      <w:r w:rsidRPr="00075FBB">
        <w:t>12.2. Отчеты об организации питания в ДОУ доводятся  до всех участников образовательного процесса (на общем собрании трудового  коллектива, заседаниях педагогического совета,   на общем (или групповых) родительских собраниях) по мере необходимости,  но не реже одного раза в квартал.</w:t>
      </w:r>
    </w:p>
    <w:p w:rsidR="000E5268" w:rsidRPr="00075FBB" w:rsidRDefault="000E5268" w:rsidP="00075FBB">
      <w:pPr>
        <w:pStyle w:val="NormalWeb"/>
        <w:spacing w:before="0" w:beforeAutospacing="0" w:after="0" w:afterAutospacing="0"/>
        <w:jc w:val="both"/>
      </w:pPr>
      <w:r w:rsidRPr="00075FBB">
        <w:t>12.3. При организации питания обучающихся в ДОУ  должны быть следующие локальные акты и документация:</w:t>
      </w:r>
    </w:p>
    <w:p w:rsidR="000E5268" w:rsidRPr="00075FBB" w:rsidRDefault="000E5268" w:rsidP="00075FBB">
      <w:pPr>
        <w:pStyle w:val="NormalWeb"/>
        <w:spacing w:before="0" w:beforeAutospacing="0" w:after="0" w:afterAutospacing="0"/>
        <w:jc w:val="both"/>
      </w:pPr>
      <w:r w:rsidRPr="00075FBB">
        <w:t>-  положение об организации питания;</w:t>
      </w:r>
    </w:p>
    <w:p w:rsidR="000E5268" w:rsidRPr="00075FBB" w:rsidRDefault="000E5268" w:rsidP="00075FBB">
      <w:pPr>
        <w:pStyle w:val="NormalWeb"/>
        <w:spacing w:before="0" w:beforeAutospacing="0" w:after="0" w:afterAutospacing="0"/>
        <w:jc w:val="both"/>
      </w:pPr>
      <w:r w:rsidRPr="00075FBB">
        <w:t>- договоры (контракты) на поставку продуктов питания;</w:t>
      </w:r>
    </w:p>
    <w:p w:rsidR="000E5268" w:rsidRPr="00075FBB" w:rsidRDefault="000E5268" w:rsidP="00075FBB">
      <w:pPr>
        <w:pStyle w:val="NormalWeb"/>
        <w:spacing w:before="0" w:beforeAutospacing="0" w:after="0" w:afterAutospacing="0"/>
        <w:jc w:val="both"/>
      </w:pPr>
      <w:r w:rsidRPr="00075FBB">
        <w:t>- примерное десятидневное меню, включающее меню-раскладку для  возрастной группы детей (от 1,5  до 3  и  от 3-х до 7 лет), технологические карты кулинарных изделий (блюд), ведомости выполнения норм продуктового набора, норм потребления пищевых веществ, витаминов и минералов;</w:t>
      </w:r>
    </w:p>
    <w:p w:rsidR="000E5268" w:rsidRPr="00075FBB" w:rsidRDefault="000E5268" w:rsidP="00075FBB">
      <w:pPr>
        <w:pStyle w:val="NormalWeb"/>
        <w:spacing w:before="0" w:beforeAutospacing="0" w:after="0" w:afterAutospacing="0"/>
        <w:jc w:val="both"/>
      </w:pPr>
      <w:r w:rsidRPr="00075FBB">
        <w:t>- меню-требование на каждый день с указанием выхода блюд для возрастной группы детей (от 1,5  до 3  и  от 3-х до 7 лет);</w:t>
      </w:r>
    </w:p>
    <w:p w:rsidR="000E5268" w:rsidRPr="00075FBB" w:rsidRDefault="000E5268" w:rsidP="00075FBB">
      <w:pPr>
        <w:pStyle w:val="NormalWeb"/>
        <w:spacing w:before="0" w:beforeAutospacing="0" w:after="0" w:afterAutospacing="0"/>
        <w:jc w:val="both"/>
      </w:pPr>
      <w:r w:rsidRPr="00075FBB">
        <w:t>- накопительная ведомость (расчет и оценка использованного на одного ребенка среднесуточного набора пищевых продуктов проводиться один раз в десять дней, подсчет энергетической ценности полученного рациона питания и содержания в нем основных пищевых веществ проводится ежемесячно);</w:t>
      </w:r>
    </w:p>
    <w:p w:rsidR="000E5268" w:rsidRPr="00075FBB" w:rsidRDefault="000E5268" w:rsidP="00075FBB">
      <w:pPr>
        <w:pStyle w:val="NormalWeb"/>
        <w:spacing w:before="0" w:beforeAutospacing="0" w:after="0" w:afterAutospacing="0"/>
        <w:jc w:val="both"/>
      </w:pPr>
      <w:r w:rsidRPr="00075FBB">
        <w:t xml:space="preserve">- журнал бракеража поступающего продовольственного сырья и пищевых продуктов (в соответствии с приложением  </w:t>
      </w:r>
      <w:r w:rsidRPr="00075FBB">
        <w:rPr>
          <w:color w:val="000000"/>
        </w:rPr>
        <w:t>СанПиН 2.4.1. 3049-13)</w:t>
      </w:r>
      <w:r w:rsidRPr="00075FBB">
        <w:t>;</w:t>
      </w:r>
    </w:p>
    <w:p w:rsidR="000E5268" w:rsidRPr="00075FBB" w:rsidRDefault="000E5268" w:rsidP="00075FBB">
      <w:pPr>
        <w:pStyle w:val="NormalWeb"/>
        <w:spacing w:before="0" w:beforeAutospacing="0" w:after="0" w:afterAutospacing="0"/>
        <w:jc w:val="both"/>
      </w:pPr>
      <w:r w:rsidRPr="00075FBB">
        <w:t xml:space="preserve">- журнал бракераж готовой кулинарной продукции (в соответствии с приложением </w:t>
      </w:r>
      <w:r w:rsidRPr="00075FBB">
        <w:rPr>
          <w:color w:val="000000"/>
        </w:rPr>
        <w:t xml:space="preserve">СанПиН 2.4.1. 3049-13) </w:t>
      </w:r>
      <w:r w:rsidRPr="00075FBB">
        <w:t>с регистрацией отбора суточных проб;</w:t>
      </w:r>
    </w:p>
    <w:p w:rsidR="000E5268" w:rsidRPr="00075FBB" w:rsidRDefault="000E5268" w:rsidP="00075FBB">
      <w:pPr>
        <w:jc w:val="both"/>
      </w:pPr>
      <w:r w:rsidRPr="00075FBB">
        <w:t xml:space="preserve">- журнал здоровья (в соответствии с приложением </w:t>
      </w:r>
      <w:r w:rsidRPr="00075FBB">
        <w:rPr>
          <w:color w:val="000000"/>
        </w:rPr>
        <w:t>СанПиН 2.4.1. 3049-13</w:t>
      </w:r>
      <w:r w:rsidRPr="00075FBB">
        <w:t>;</w:t>
      </w:r>
    </w:p>
    <w:p w:rsidR="000E5268" w:rsidRPr="00075FBB" w:rsidRDefault="000E5268" w:rsidP="00075FBB">
      <w:pPr>
        <w:jc w:val="both"/>
      </w:pPr>
      <w:r w:rsidRPr="00075FBB">
        <w:t>- заявки на продукты питания (подаются за три дня);</w:t>
      </w:r>
    </w:p>
    <w:p w:rsidR="000E5268" w:rsidRPr="00075FBB" w:rsidRDefault="000E5268" w:rsidP="00075FBB">
      <w:pPr>
        <w:jc w:val="both"/>
      </w:pPr>
      <w:r w:rsidRPr="00075FBB">
        <w:t>- журнал контроля за температурным режимом холодильных камер и холодильников;</w:t>
      </w:r>
    </w:p>
    <w:p w:rsidR="000E5268" w:rsidRPr="00075FBB" w:rsidRDefault="000E5268" w:rsidP="00075FBB">
      <w:pPr>
        <w:jc w:val="both"/>
      </w:pPr>
      <w:r w:rsidRPr="00075FBB">
        <w:t>- книга складского учета поступающих продуктов и продовольственного сырья.</w:t>
      </w:r>
    </w:p>
    <w:p w:rsidR="000E5268" w:rsidRPr="00075FBB" w:rsidRDefault="000E5268" w:rsidP="00075FBB">
      <w:pPr>
        <w:jc w:val="both"/>
      </w:pPr>
      <w:r w:rsidRPr="00075FBB">
        <w:t xml:space="preserve">- </w:t>
      </w:r>
      <w:r w:rsidRPr="00075FBB">
        <w:rPr>
          <w:color w:val="000000"/>
        </w:rPr>
        <w:t>перечень приказов:</w:t>
      </w:r>
    </w:p>
    <w:p w:rsidR="000E5268" w:rsidRPr="00075FBB" w:rsidRDefault="000E5268" w:rsidP="00075FBB">
      <w:pPr>
        <w:jc w:val="both"/>
        <w:rPr>
          <w:color w:val="000000"/>
        </w:rPr>
      </w:pPr>
      <w:r w:rsidRPr="00075FBB">
        <w:rPr>
          <w:color w:val="000000"/>
        </w:rPr>
        <w:t>1. Об утверждении и введении в действие Положения по организации питания;</w:t>
      </w:r>
    </w:p>
    <w:p w:rsidR="000E5268" w:rsidRPr="00075FBB" w:rsidRDefault="000E5268" w:rsidP="00075FBB">
      <w:pPr>
        <w:jc w:val="both"/>
      </w:pPr>
      <w:r w:rsidRPr="00075FBB">
        <w:t>2. О введении в действие примерного  10-дневного меню для детей;</w:t>
      </w:r>
    </w:p>
    <w:p w:rsidR="000E5268" w:rsidRPr="00075FBB" w:rsidRDefault="000E5268" w:rsidP="00075FBB">
      <w:pPr>
        <w:pStyle w:val="msonospacing0"/>
        <w:spacing w:before="0" w:beforeAutospacing="0" w:after="0" w:afterAutospacing="0"/>
        <w:jc w:val="both"/>
      </w:pPr>
      <w:r>
        <w:t>3</w:t>
      </w:r>
      <w:r w:rsidRPr="00075FBB">
        <w:t>. Об организации питания детей</w:t>
      </w:r>
      <w:r>
        <w:t xml:space="preserve"> в</w:t>
      </w:r>
      <w:r w:rsidRPr="00075FBB">
        <w:t xml:space="preserve"> ДОУ;</w:t>
      </w:r>
    </w:p>
    <w:p w:rsidR="000E5268" w:rsidRDefault="000E5268" w:rsidP="00075FBB">
      <w:pPr>
        <w:pStyle w:val="msonospacing0"/>
        <w:spacing w:before="0" w:beforeAutospacing="0" w:after="0" w:afterAutospacing="0"/>
        <w:jc w:val="center"/>
        <w:rPr>
          <w:b/>
        </w:rPr>
      </w:pPr>
    </w:p>
    <w:p w:rsidR="000E5268" w:rsidRDefault="000E5268" w:rsidP="00075FBB">
      <w:pPr>
        <w:pStyle w:val="msonospacing0"/>
        <w:spacing w:before="0" w:beforeAutospacing="0" w:after="0" w:afterAutospacing="0"/>
        <w:jc w:val="center"/>
        <w:rPr>
          <w:b/>
        </w:rPr>
      </w:pPr>
    </w:p>
    <w:p w:rsidR="000E5268" w:rsidRDefault="000E5268" w:rsidP="00075FBB">
      <w:pPr>
        <w:pStyle w:val="msonospacing0"/>
        <w:spacing w:before="0" w:beforeAutospacing="0" w:after="0" w:afterAutospacing="0"/>
        <w:jc w:val="center"/>
        <w:rPr>
          <w:b/>
        </w:rPr>
      </w:pPr>
    </w:p>
    <w:p w:rsidR="000E5268" w:rsidRPr="00075FBB" w:rsidRDefault="000E5268" w:rsidP="00075FBB">
      <w:pPr>
        <w:pStyle w:val="msonospacing0"/>
        <w:spacing w:before="0" w:beforeAutospacing="0" w:after="0" w:afterAutospacing="0"/>
        <w:jc w:val="center"/>
        <w:rPr>
          <w:b/>
        </w:rPr>
      </w:pPr>
      <w:r w:rsidRPr="00075FBB">
        <w:rPr>
          <w:b/>
        </w:rPr>
        <w:t>13. Заключительные положения.</w:t>
      </w:r>
    </w:p>
    <w:p w:rsidR="000E5268" w:rsidRPr="00075FBB" w:rsidRDefault="000E5268" w:rsidP="00075FBB">
      <w:pPr>
        <w:pStyle w:val="msonospacing0"/>
        <w:spacing w:before="0" w:beforeAutospacing="0" w:after="0" w:afterAutospacing="0"/>
      </w:pPr>
      <w:r w:rsidRPr="00075FBB">
        <w:t xml:space="preserve"> 13.1. В целях совершенствования организации питания обучающихся ДОУ:</w:t>
      </w:r>
    </w:p>
    <w:p w:rsidR="000E5268" w:rsidRPr="00075FBB" w:rsidRDefault="000E5268" w:rsidP="00075FBB">
      <w:pPr>
        <w:pStyle w:val="msonospacing0"/>
        <w:spacing w:before="0" w:beforeAutospacing="0" w:after="0" w:afterAutospacing="0"/>
      </w:pPr>
      <w:r w:rsidRPr="00075FBB">
        <w:rPr>
          <w:rStyle w:val="t2"/>
        </w:rPr>
        <w:t xml:space="preserve">- </w:t>
      </w:r>
      <w:r w:rsidRPr="00075FBB">
        <w:t>оформляет (не реже 1 раза в квартал) информационные стенды, посвященные вопросам формирования культуры питания;</w:t>
      </w:r>
    </w:p>
    <w:p w:rsidR="000E5268" w:rsidRPr="00075FBB" w:rsidRDefault="000E5268" w:rsidP="00075FBB">
      <w:pPr>
        <w:pStyle w:val="msonospacing0"/>
        <w:spacing w:before="0" w:beforeAutospacing="0" w:after="0" w:afterAutospacing="0"/>
      </w:pPr>
      <w:r w:rsidRPr="00075FBB">
        <w:rPr>
          <w:rStyle w:val="t2"/>
        </w:rPr>
        <w:t>13.2. И</w:t>
      </w:r>
      <w:r w:rsidRPr="00075FBB">
        <w:t>зучает режим и рацион питания обучающихся в домашних условиях, потребности и возможности родителей в решении вопросов улучшения питания детей с учётом режима функционирования ДОУ;</w:t>
      </w:r>
    </w:p>
    <w:p w:rsidR="000E5268" w:rsidRPr="00075FBB" w:rsidRDefault="000E5268" w:rsidP="00075FBB">
      <w:pPr>
        <w:pStyle w:val="msonospacing0"/>
        <w:spacing w:before="0" w:beforeAutospacing="0" w:after="0" w:afterAutospacing="0"/>
      </w:pPr>
      <w:r w:rsidRPr="00075FBB">
        <w:rPr>
          <w:rStyle w:val="t2"/>
        </w:rPr>
        <w:t>13.3. О</w:t>
      </w:r>
      <w:r w:rsidRPr="00075FBB">
        <w:t>рганизует систематическую работу с родителями, проводит беседы, консультации  и другие мероприятия, посвященные вопросам, питания в формировании здоровья человека, обеспечения ежедневного сбалансированного питания, развития культуры питания, привлекает родителей к работе с детьми по организации досуга и пропаганде здорового образа жизни, правильного питания в домашних условиях;</w:t>
      </w:r>
    </w:p>
    <w:p w:rsidR="000E5268" w:rsidRPr="00075FBB" w:rsidRDefault="000E5268" w:rsidP="00075FBB">
      <w:pPr>
        <w:pStyle w:val="msonospacing0"/>
        <w:spacing w:before="0" w:beforeAutospacing="0" w:after="0" w:afterAutospacing="0"/>
      </w:pPr>
      <w:r w:rsidRPr="00075FBB">
        <w:t>13.4.Проводит мониторинг организации питания</w:t>
      </w:r>
    </w:p>
    <w:p w:rsidR="000E5268" w:rsidRPr="00075FBB" w:rsidRDefault="000E5268" w:rsidP="00075FBB">
      <w:pPr>
        <w:jc w:val="both"/>
      </w:pPr>
    </w:p>
    <w:p w:rsidR="000E5268" w:rsidRPr="00075FBB" w:rsidRDefault="000E5268" w:rsidP="00075FBB">
      <w:pPr>
        <w:jc w:val="both"/>
        <w:rPr>
          <w:b/>
        </w:rPr>
      </w:pPr>
    </w:p>
    <w:p w:rsidR="000E5268" w:rsidRPr="00A61EFD" w:rsidRDefault="000E5268" w:rsidP="00374DAB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61EFD">
        <w:rPr>
          <w:b/>
          <w:bCs/>
          <w:color w:val="000000"/>
          <w:sz w:val="28"/>
          <w:szCs w:val="28"/>
        </w:rPr>
        <w:t> </w:t>
      </w:r>
    </w:p>
    <w:p w:rsidR="000E5268" w:rsidRPr="00A61EFD" w:rsidRDefault="000E5268" w:rsidP="00374DAB">
      <w:pPr>
        <w:jc w:val="both"/>
        <w:textAlignment w:val="baseline"/>
        <w:rPr>
          <w:color w:val="000000"/>
          <w:sz w:val="28"/>
          <w:szCs w:val="28"/>
        </w:rPr>
      </w:pPr>
      <w:r w:rsidRPr="00A61EFD">
        <w:rPr>
          <w:color w:val="003333"/>
          <w:sz w:val="28"/>
          <w:szCs w:val="28"/>
          <w:bdr w:val="none" w:sz="0" w:space="0" w:color="auto" w:frame="1"/>
        </w:rPr>
        <w:t> </w:t>
      </w:r>
    </w:p>
    <w:p w:rsidR="000E5268" w:rsidRDefault="000E5268" w:rsidP="00374DAB">
      <w:pPr>
        <w:tabs>
          <w:tab w:val="left" w:pos="709"/>
        </w:tabs>
        <w:spacing w:before="100" w:beforeAutospacing="1" w:after="100" w:afterAutospacing="1"/>
        <w:jc w:val="both"/>
        <w:rPr>
          <w:sz w:val="28"/>
          <w:szCs w:val="28"/>
        </w:rPr>
      </w:pPr>
    </w:p>
    <w:p w:rsidR="000E5268" w:rsidRPr="009A696C" w:rsidRDefault="000E5268" w:rsidP="00972B4C">
      <w:pPr>
        <w:tabs>
          <w:tab w:val="left" w:pos="709"/>
        </w:tabs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0E5268" w:rsidRDefault="000E5268" w:rsidP="00AD7127">
      <w:pPr>
        <w:pStyle w:val="NormalWeb"/>
        <w:ind w:left="-426" w:right="-1" w:firstLine="4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0E5268" w:rsidRDefault="000E5268" w:rsidP="00AD7127">
      <w:pPr>
        <w:pStyle w:val="NormalWeb"/>
        <w:ind w:left="-426" w:right="-1" w:firstLine="424"/>
        <w:jc w:val="both"/>
        <w:rPr>
          <w:sz w:val="28"/>
          <w:szCs w:val="28"/>
        </w:rPr>
      </w:pPr>
    </w:p>
    <w:p w:rsidR="000E5268" w:rsidRDefault="000E5268" w:rsidP="00AD7127">
      <w:pPr>
        <w:pStyle w:val="NormalWeb"/>
        <w:ind w:left="-426" w:right="-1" w:firstLine="424"/>
        <w:jc w:val="both"/>
        <w:rPr>
          <w:sz w:val="28"/>
          <w:szCs w:val="28"/>
        </w:rPr>
      </w:pPr>
    </w:p>
    <w:p w:rsidR="000E5268" w:rsidRDefault="000E5268" w:rsidP="00AD7127">
      <w:pPr>
        <w:pStyle w:val="NormalWeb"/>
        <w:ind w:left="-426" w:right="-1" w:firstLine="424"/>
        <w:jc w:val="both"/>
        <w:rPr>
          <w:sz w:val="28"/>
          <w:szCs w:val="28"/>
        </w:rPr>
      </w:pPr>
    </w:p>
    <w:p w:rsidR="000E5268" w:rsidRDefault="000E5268" w:rsidP="00AD7127">
      <w:pPr>
        <w:pStyle w:val="NormalWeb"/>
        <w:ind w:left="-426" w:right="-1" w:firstLine="424"/>
        <w:jc w:val="both"/>
        <w:rPr>
          <w:sz w:val="28"/>
          <w:szCs w:val="28"/>
        </w:rPr>
      </w:pPr>
    </w:p>
    <w:p w:rsidR="000E5268" w:rsidRDefault="000E5268" w:rsidP="00AD7127">
      <w:pPr>
        <w:pStyle w:val="NormalWeb"/>
        <w:ind w:left="-426" w:right="-1" w:firstLine="424"/>
        <w:jc w:val="both"/>
        <w:rPr>
          <w:sz w:val="28"/>
          <w:szCs w:val="28"/>
        </w:rPr>
      </w:pPr>
    </w:p>
    <w:p w:rsidR="000E5268" w:rsidRDefault="000E5268" w:rsidP="00AD7127">
      <w:pPr>
        <w:pStyle w:val="NormalWeb"/>
        <w:ind w:left="-426" w:right="-1" w:firstLine="424"/>
        <w:jc w:val="both"/>
        <w:rPr>
          <w:sz w:val="28"/>
          <w:szCs w:val="28"/>
        </w:rPr>
      </w:pPr>
    </w:p>
    <w:p w:rsidR="000E5268" w:rsidRDefault="000E5268" w:rsidP="00AD7127">
      <w:pPr>
        <w:pStyle w:val="NormalWeb"/>
        <w:ind w:left="-426" w:right="-1" w:firstLine="424"/>
        <w:jc w:val="both"/>
        <w:rPr>
          <w:sz w:val="28"/>
          <w:szCs w:val="28"/>
        </w:rPr>
      </w:pPr>
    </w:p>
    <w:p w:rsidR="000E5268" w:rsidRDefault="000E5268" w:rsidP="00AD7127">
      <w:pPr>
        <w:pStyle w:val="NormalWeb"/>
        <w:ind w:left="-426" w:right="-1" w:firstLine="424"/>
        <w:jc w:val="both"/>
        <w:rPr>
          <w:sz w:val="28"/>
          <w:szCs w:val="28"/>
        </w:rPr>
      </w:pPr>
    </w:p>
    <w:p w:rsidR="000E5268" w:rsidRDefault="000E5268" w:rsidP="00AD7127">
      <w:pPr>
        <w:pStyle w:val="NormalWeb"/>
        <w:ind w:left="-426" w:right="-1" w:firstLine="424"/>
        <w:jc w:val="both"/>
        <w:rPr>
          <w:sz w:val="28"/>
          <w:szCs w:val="28"/>
        </w:rPr>
      </w:pPr>
    </w:p>
    <w:p w:rsidR="000E5268" w:rsidRDefault="000E5268" w:rsidP="00AD7127">
      <w:pPr>
        <w:pStyle w:val="NormalWeb"/>
        <w:ind w:left="-426" w:right="-1" w:firstLine="424"/>
        <w:jc w:val="both"/>
        <w:rPr>
          <w:sz w:val="28"/>
          <w:szCs w:val="28"/>
        </w:rPr>
      </w:pPr>
    </w:p>
    <w:p w:rsidR="000E5268" w:rsidRDefault="000E5268" w:rsidP="00AD7127">
      <w:pPr>
        <w:pStyle w:val="NormalWeb"/>
        <w:ind w:left="-426" w:right="-1" w:firstLine="424"/>
        <w:jc w:val="both"/>
        <w:rPr>
          <w:sz w:val="28"/>
          <w:szCs w:val="28"/>
        </w:rPr>
      </w:pPr>
    </w:p>
    <w:p w:rsidR="000E5268" w:rsidRDefault="000E5268" w:rsidP="00AD7127">
      <w:pPr>
        <w:pStyle w:val="NormalWeb"/>
        <w:ind w:left="-426" w:right="-1" w:firstLine="424"/>
        <w:jc w:val="both"/>
        <w:rPr>
          <w:sz w:val="28"/>
          <w:szCs w:val="28"/>
        </w:rPr>
      </w:pPr>
    </w:p>
    <w:p w:rsidR="000E5268" w:rsidRPr="00A674E3" w:rsidRDefault="000E5268" w:rsidP="00337636">
      <w:pPr>
        <w:shd w:val="clear" w:color="auto" w:fill="FFFFFF"/>
        <w:jc w:val="right"/>
        <w:rPr>
          <w:bCs/>
          <w:i/>
          <w:color w:val="000000"/>
        </w:rPr>
      </w:pPr>
      <w:r>
        <w:rPr>
          <w:bCs/>
          <w:i/>
          <w:color w:val="000000"/>
        </w:rPr>
        <w:t>Приложение № 1</w:t>
      </w:r>
    </w:p>
    <w:p w:rsidR="000E5268" w:rsidRPr="00DF0D3C" w:rsidRDefault="000E5268" w:rsidP="00DF0D3C">
      <w:pPr>
        <w:shd w:val="clear" w:color="auto" w:fill="FFFFFF"/>
        <w:jc w:val="center"/>
        <w:rPr>
          <w:b/>
          <w:bCs/>
          <w:color w:val="000000"/>
        </w:rPr>
      </w:pPr>
      <w:r w:rsidRPr="00DF0D3C">
        <w:rPr>
          <w:b/>
          <w:bCs/>
          <w:color w:val="000000"/>
        </w:rPr>
        <w:t>Контроль</w:t>
      </w:r>
    </w:p>
    <w:p w:rsidR="000E5268" w:rsidRPr="00DF0D3C" w:rsidRDefault="000E5268" w:rsidP="00DF0D3C">
      <w:pPr>
        <w:shd w:val="clear" w:color="auto" w:fill="FFFFFF"/>
        <w:jc w:val="center"/>
        <w:rPr>
          <w:b/>
          <w:color w:val="000000"/>
        </w:rPr>
      </w:pPr>
      <w:r w:rsidRPr="00DF0D3C">
        <w:rPr>
          <w:b/>
          <w:bCs/>
          <w:color w:val="000000"/>
        </w:rPr>
        <w:t xml:space="preserve"> за  организацией  питания  в  ДОУ</w:t>
      </w:r>
      <w:r w:rsidRPr="00DF0D3C">
        <w:rPr>
          <w:b/>
          <w:color w:val="000000"/>
        </w:rPr>
        <w:t>.</w:t>
      </w:r>
    </w:p>
    <w:tbl>
      <w:tblPr>
        <w:tblW w:w="936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4686"/>
        <w:gridCol w:w="2126"/>
        <w:gridCol w:w="2552"/>
      </w:tblGrid>
      <w:tr w:rsidR="000E5268" w:rsidRPr="00DF0D3C" w:rsidTr="003137D2">
        <w:tc>
          <w:tcPr>
            <w:tcW w:w="4686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E5268" w:rsidRPr="00DF0D3C" w:rsidRDefault="000E5268" w:rsidP="00DF0D3C">
            <w:pPr>
              <w:jc w:val="center"/>
              <w:rPr>
                <w:color w:val="000000"/>
                <w:sz w:val="22"/>
                <w:szCs w:val="22"/>
              </w:rPr>
            </w:pPr>
            <w:r w:rsidRPr="00DF0D3C">
              <w:rPr>
                <w:color w:val="000000"/>
                <w:sz w:val="22"/>
                <w:szCs w:val="22"/>
              </w:rPr>
              <w:t>Мероприятия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E5268" w:rsidRPr="00DF0D3C" w:rsidRDefault="000E5268" w:rsidP="00DF0D3C">
            <w:pPr>
              <w:jc w:val="center"/>
              <w:rPr>
                <w:color w:val="000000"/>
                <w:sz w:val="22"/>
                <w:szCs w:val="22"/>
              </w:rPr>
            </w:pPr>
            <w:r w:rsidRPr="00DF0D3C">
              <w:rPr>
                <w:color w:val="000000"/>
                <w:sz w:val="22"/>
                <w:szCs w:val="22"/>
              </w:rPr>
              <w:t>Дата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0E5268" w:rsidRPr="00DF0D3C" w:rsidRDefault="000E5268" w:rsidP="00DF0D3C">
            <w:pPr>
              <w:jc w:val="center"/>
              <w:rPr>
                <w:color w:val="000000"/>
                <w:sz w:val="22"/>
                <w:szCs w:val="22"/>
              </w:rPr>
            </w:pPr>
            <w:r w:rsidRPr="00DF0D3C">
              <w:rPr>
                <w:color w:val="000000"/>
                <w:sz w:val="22"/>
                <w:szCs w:val="22"/>
              </w:rPr>
              <w:t>Исполнители</w:t>
            </w:r>
          </w:p>
        </w:tc>
      </w:tr>
      <w:tr w:rsidR="000E5268" w:rsidRPr="00DF0D3C" w:rsidTr="003137D2">
        <w:tc>
          <w:tcPr>
            <w:tcW w:w="4686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E5268" w:rsidRPr="00DF0D3C" w:rsidRDefault="000E5268" w:rsidP="00DF0D3C">
            <w:pPr>
              <w:rPr>
                <w:color w:val="000000"/>
                <w:sz w:val="22"/>
                <w:szCs w:val="22"/>
              </w:rPr>
            </w:pPr>
            <w:r w:rsidRPr="00DF0D3C">
              <w:rPr>
                <w:color w:val="000000"/>
                <w:sz w:val="22"/>
                <w:szCs w:val="22"/>
              </w:rPr>
              <w:t>1. Контроль за поступлением продуктов питания в ДОУ:</w:t>
            </w:r>
          </w:p>
          <w:p w:rsidR="000E5268" w:rsidRPr="00DF0D3C" w:rsidRDefault="000E5268" w:rsidP="00DF0D3C">
            <w:pPr>
              <w:pStyle w:val="ListParagraph"/>
              <w:numPr>
                <w:ilvl w:val="0"/>
                <w:numId w:val="12"/>
              </w:numPr>
              <w:rPr>
                <w:color w:val="000000"/>
                <w:sz w:val="22"/>
                <w:szCs w:val="22"/>
              </w:rPr>
            </w:pPr>
            <w:r w:rsidRPr="00DF0D3C">
              <w:rPr>
                <w:color w:val="000000"/>
                <w:sz w:val="22"/>
                <w:szCs w:val="22"/>
              </w:rPr>
              <w:t>своевременность доставки продуктов питания, точность веса, количество и качество, ассортимент получаемых продуктов питания;</w:t>
            </w:r>
          </w:p>
          <w:p w:rsidR="000E5268" w:rsidRPr="00DF0D3C" w:rsidRDefault="000E5268" w:rsidP="00DF0D3C">
            <w:pPr>
              <w:pStyle w:val="ListParagraph"/>
              <w:numPr>
                <w:ilvl w:val="0"/>
                <w:numId w:val="12"/>
              </w:numPr>
              <w:rPr>
                <w:color w:val="000000"/>
                <w:sz w:val="22"/>
                <w:szCs w:val="22"/>
              </w:rPr>
            </w:pPr>
            <w:r w:rsidRPr="00DF0D3C">
              <w:rPr>
                <w:color w:val="000000"/>
                <w:sz w:val="22"/>
                <w:szCs w:val="22"/>
              </w:rPr>
              <w:t>наличие маркировочных ярлычков (производитель товара, срок реализации);</w:t>
            </w:r>
          </w:p>
          <w:p w:rsidR="000E5268" w:rsidRPr="00DF0D3C" w:rsidRDefault="000E5268" w:rsidP="00DF0D3C">
            <w:pPr>
              <w:pStyle w:val="ListParagraph"/>
              <w:numPr>
                <w:ilvl w:val="0"/>
                <w:numId w:val="12"/>
              </w:numPr>
              <w:rPr>
                <w:color w:val="000000"/>
                <w:sz w:val="22"/>
                <w:szCs w:val="22"/>
              </w:rPr>
            </w:pPr>
            <w:r w:rsidRPr="00DF0D3C">
              <w:rPr>
                <w:color w:val="000000"/>
                <w:sz w:val="22"/>
                <w:szCs w:val="22"/>
              </w:rPr>
              <w:t>наличие промышленных ярлыков на кисломолочную продукцию, молоко;</w:t>
            </w:r>
          </w:p>
          <w:p w:rsidR="000E5268" w:rsidRPr="00DF0D3C" w:rsidRDefault="000E5268" w:rsidP="00DF0D3C">
            <w:pPr>
              <w:pStyle w:val="ListParagraph"/>
              <w:numPr>
                <w:ilvl w:val="0"/>
                <w:numId w:val="12"/>
              </w:numPr>
              <w:rPr>
                <w:color w:val="000000"/>
                <w:sz w:val="22"/>
                <w:szCs w:val="22"/>
              </w:rPr>
            </w:pPr>
            <w:r w:rsidRPr="00DF0D3C">
              <w:rPr>
                <w:color w:val="000000"/>
                <w:sz w:val="22"/>
                <w:szCs w:val="22"/>
              </w:rPr>
              <w:t>правильность и своевременность поступления сертификатов качества;</w:t>
            </w:r>
          </w:p>
          <w:p w:rsidR="000E5268" w:rsidRPr="00DF0D3C" w:rsidRDefault="000E5268" w:rsidP="00DF0D3C">
            <w:pPr>
              <w:pStyle w:val="ListParagraph"/>
              <w:numPr>
                <w:ilvl w:val="0"/>
                <w:numId w:val="12"/>
              </w:numPr>
              <w:rPr>
                <w:color w:val="000000"/>
                <w:sz w:val="22"/>
                <w:szCs w:val="22"/>
              </w:rPr>
            </w:pPr>
            <w:r w:rsidRPr="00DF0D3C">
              <w:rPr>
                <w:color w:val="000000"/>
                <w:sz w:val="22"/>
                <w:szCs w:val="22"/>
              </w:rPr>
              <w:t>оценка качества поступающих продуктов (бракераж сырых продуктов).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E5268" w:rsidRPr="00DF0D3C" w:rsidRDefault="000E5268" w:rsidP="00DF0D3C">
            <w:pPr>
              <w:jc w:val="center"/>
              <w:rPr>
                <w:color w:val="000000"/>
                <w:sz w:val="22"/>
                <w:szCs w:val="22"/>
              </w:rPr>
            </w:pPr>
            <w:r w:rsidRPr="00DF0D3C">
              <w:rPr>
                <w:color w:val="000000"/>
                <w:sz w:val="22"/>
                <w:szCs w:val="22"/>
              </w:rPr>
              <w:t>ежедневно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0E5268" w:rsidRPr="00DF0D3C" w:rsidRDefault="000E5268" w:rsidP="00DF0D3C">
            <w:pPr>
              <w:jc w:val="center"/>
              <w:rPr>
                <w:color w:val="000000"/>
                <w:sz w:val="22"/>
                <w:szCs w:val="22"/>
              </w:rPr>
            </w:pPr>
            <w:r w:rsidRPr="00DF0D3C">
              <w:rPr>
                <w:color w:val="000000"/>
                <w:sz w:val="22"/>
                <w:szCs w:val="22"/>
              </w:rPr>
              <w:t xml:space="preserve">Заведующий хозяйством, </w:t>
            </w:r>
          </w:p>
          <w:p w:rsidR="000E5268" w:rsidRPr="00DF0D3C" w:rsidRDefault="000E5268" w:rsidP="00DF0D3C">
            <w:pPr>
              <w:jc w:val="center"/>
              <w:rPr>
                <w:color w:val="000000"/>
                <w:sz w:val="22"/>
                <w:szCs w:val="22"/>
              </w:rPr>
            </w:pPr>
            <w:r w:rsidRPr="00DF0D3C">
              <w:rPr>
                <w:color w:val="000000"/>
                <w:sz w:val="22"/>
                <w:szCs w:val="22"/>
              </w:rPr>
              <w:t>бракеражная комиссия, администрация,</w:t>
            </w:r>
          </w:p>
          <w:p w:rsidR="000E5268" w:rsidRPr="00DF0D3C" w:rsidRDefault="000E5268" w:rsidP="00DF0D3C">
            <w:pPr>
              <w:jc w:val="center"/>
              <w:rPr>
                <w:color w:val="000000"/>
                <w:sz w:val="22"/>
                <w:szCs w:val="22"/>
              </w:rPr>
            </w:pPr>
            <w:r w:rsidRPr="00DF0D3C">
              <w:rPr>
                <w:color w:val="000000"/>
                <w:sz w:val="22"/>
                <w:szCs w:val="22"/>
              </w:rPr>
              <w:t xml:space="preserve"> повар</w:t>
            </w:r>
            <w:bookmarkStart w:id="0" w:name="_GoBack"/>
            <w:bookmarkEnd w:id="0"/>
            <w:r w:rsidRPr="00DF0D3C">
              <w:rPr>
                <w:color w:val="000000"/>
                <w:sz w:val="22"/>
                <w:szCs w:val="22"/>
              </w:rPr>
              <w:t>, кладовщик</w:t>
            </w:r>
          </w:p>
          <w:p w:rsidR="000E5268" w:rsidRPr="00DF0D3C" w:rsidRDefault="000E5268" w:rsidP="00DF0D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E5268" w:rsidRPr="00DF0D3C" w:rsidTr="003137D2">
        <w:tc>
          <w:tcPr>
            <w:tcW w:w="4686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E5268" w:rsidRPr="00DF0D3C" w:rsidRDefault="000E5268" w:rsidP="00DF0D3C">
            <w:pPr>
              <w:rPr>
                <w:color w:val="000000"/>
                <w:sz w:val="22"/>
                <w:szCs w:val="22"/>
              </w:rPr>
            </w:pPr>
            <w:r w:rsidRPr="00DF0D3C">
              <w:rPr>
                <w:color w:val="000000"/>
                <w:sz w:val="22"/>
                <w:szCs w:val="22"/>
              </w:rPr>
              <w:t>2. Контроль  за  закладкой  продуктов  при  приготовлении   блюд.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E5268" w:rsidRPr="00DF0D3C" w:rsidRDefault="000E5268" w:rsidP="00DF0D3C">
            <w:pPr>
              <w:jc w:val="center"/>
              <w:rPr>
                <w:color w:val="000000"/>
                <w:sz w:val="22"/>
                <w:szCs w:val="22"/>
              </w:rPr>
            </w:pPr>
            <w:r w:rsidRPr="00DF0D3C">
              <w:rPr>
                <w:color w:val="000000"/>
                <w:sz w:val="22"/>
                <w:szCs w:val="22"/>
              </w:rPr>
              <w:t>ежедневно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0E5268" w:rsidRPr="00DF0D3C" w:rsidRDefault="000E5268" w:rsidP="00DF0D3C">
            <w:pPr>
              <w:jc w:val="center"/>
              <w:rPr>
                <w:color w:val="000000"/>
                <w:sz w:val="22"/>
                <w:szCs w:val="22"/>
              </w:rPr>
            </w:pPr>
            <w:r w:rsidRPr="00DF0D3C">
              <w:rPr>
                <w:color w:val="000000"/>
                <w:sz w:val="22"/>
                <w:szCs w:val="22"/>
              </w:rPr>
              <w:t>Бракеражная комиссия, администрация,</w:t>
            </w:r>
          </w:p>
          <w:p w:rsidR="000E5268" w:rsidRPr="00DF0D3C" w:rsidRDefault="000E5268" w:rsidP="00DF0D3C">
            <w:pPr>
              <w:jc w:val="center"/>
              <w:rPr>
                <w:color w:val="000000"/>
                <w:sz w:val="22"/>
                <w:szCs w:val="22"/>
              </w:rPr>
            </w:pPr>
            <w:r w:rsidRPr="00DF0D3C">
              <w:rPr>
                <w:color w:val="000000"/>
                <w:sz w:val="22"/>
                <w:szCs w:val="22"/>
              </w:rPr>
              <w:t>кладовщик.</w:t>
            </w:r>
          </w:p>
        </w:tc>
      </w:tr>
      <w:tr w:rsidR="000E5268" w:rsidRPr="00DF0D3C" w:rsidTr="003137D2">
        <w:tc>
          <w:tcPr>
            <w:tcW w:w="4686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E5268" w:rsidRPr="00DF0D3C" w:rsidRDefault="000E5268" w:rsidP="00DF0D3C">
            <w:pPr>
              <w:rPr>
                <w:color w:val="000000"/>
                <w:sz w:val="22"/>
                <w:szCs w:val="22"/>
              </w:rPr>
            </w:pPr>
            <w:r w:rsidRPr="00DF0D3C">
              <w:rPr>
                <w:color w:val="000000"/>
                <w:sz w:val="22"/>
                <w:szCs w:val="22"/>
              </w:rPr>
              <w:t>3. Контроль за технологией приготовления пищи, качеством готовых блюд и кулинарных изделий:</w:t>
            </w:r>
          </w:p>
          <w:p w:rsidR="000E5268" w:rsidRPr="00DF0D3C" w:rsidRDefault="000E5268" w:rsidP="00DF0D3C">
            <w:pPr>
              <w:pStyle w:val="ListParagraph"/>
              <w:numPr>
                <w:ilvl w:val="0"/>
                <w:numId w:val="13"/>
              </w:numPr>
              <w:rPr>
                <w:color w:val="000000"/>
                <w:sz w:val="22"/>
                <w:szCs w:val="22"/>
              </w:rPr>
            </w:pPr>
            <w:r w:rsidRPr="00DF0D3C">
              <w:rPr>
                <w:color w:val="000000"/>
                <w:sz w:val="22"/>
                <w:szCs w:val="22"/>
              </w:rPr>
              <w:t>соблюдение правил холодной (первичной) обработки сырья с позиции наибольшей сохранности пищевых веществ и безопасности питания;</w:t>
            </w:r>
          </w:p>
          <w:p w:rsidR="000E5268" w:rsidRPr="00DF0D3C" w:rsidRDefault="000E5268" w:rsidP="00DF0D3C">
            <w:pPr>
              <w:pStyle w:val="ListParagraph"/>
              <w:numPr>
                <w:ilvl w:val="0"/>
                <w:numId w:val="13"/>
              </w:numPr>
              <w:rPr>
                <w:color w:val="000000"/>
                <w:sz w:val="22"/>
                <w:szCs w:val="22"/>
              </w:rPr>
            </w:pPr>
            <w:r w:rsidRPr="00DF0D3C">
              <w:rPr>
                <w:color w:val="000000"/>
                <w:sz w:val="22"/>
                <w:szCs w:val="22"/>
              </w:rPr>
              <w:t>тепловая обработка (виды,  этапность, продолжительность, температурный режим.</w:t>
            </w:r>
          </w:p>
          <w:p w:rsidR="000E5268" w:rsidRPr="00DF0D3C" w:rsidRDefault="000E5268" w:rsidP="00DF0D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E5268" w:rsidRPr="00DF0D3C" w:rsidRDefault="000E5268" w:rsidP="00DF0D3C">
            <w:pPr>
              <w:jc w:val="center"/>
              <w:rPr>
                <w:color w:val="000000"/>
                <w:sz w:val="22"/>
                <w:szCs w:val="22"/>
              </w:rPr>
            </w:pPr>
            <w:r w:rsidRPr="00DF0D3C">
              <w:rPr>
                <w:color w:val="000000"/>
                <w:sz w:val="22"/>
                <w:szCs w:val="22"/>
              </w:rPr>
              <w:t>ежедневно</w:t>
            </w:r>
          </w:p>
          <w:p w:rsidR="000E5268" w:rsidRPr="00DF0D3C" w:rsidRDefault="000E5268" w:rsidP="00DF0D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0E5268" w:rsidRPr="00DF0D3C" w:rsidRDefault="000E5268" w:rsidP="00DF0D3C">
            <w:pPr>
              <w:jc w:val="center"/>
              <w:rPr>
                <w:color w:val="000000"/>
                <w:sz w:val="22"/>
                <w:szCs w:val="22"/>
              </w:rPr>
            </w:pPr>
            <w:r w:rsidRPr="00DF0D3C">
              <w:rPr>
                <w:color w:val="000000"/>
                <w:sz w:val="22"/>
                <w:szCs w:val="22"/>
              </w:rPr>
              <w:t>Бракеражная комиссия, медсестра.</w:t>
            </w:r>
          </w:p>
        </w:tc>
      </w:tr>
      <w:tr w:rsidR="000E5268" w:rsidRPr="00DF0D3C" w:rsidTr="003137D2">
        <w:tc>
          <w:tcPr>
            <w:tcW w:w="4686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E5268" w:rsidRPr="00DF0D3C" w:rsidRDefault="000E5268" w:rsidP="00DF0D3C">
            <w:pPr>
              <w:rPr>
                <w:color w:val="000000"/>
                <w:sz w:val="22"/>
                <w:szCs w:val="22"/>
              </w:rPr>
            </w:pPr>
            <w:r w:rsidRPr="00DF0D3C">
              <w:rPr>
                <w:color w:val="000000"/>
                <w:sz w:val="22"/>
                <w:szCs w:val="22"/>
              </w:rPr>
              <w:t>4. Особенность приготовления блюд детского питания:</w:t>
            </w:r>
          </w:p>
          <w:p w:rsidR="000E5268" w:rsidRPr="00DF0D3C" w:rsidRDefault="000E5268" w:rsidP="00DF0D3C">
            <w:pPr>
              <w:pStyle w:val="ListParagraph"/>
              <w:numPr>
                <w:ilvl w:val="0"/>
                <w:numId w:val="14"/>
              </w:numPr>
              <w:rPr>
                <w:color w:val="000000"/>
                <w:sz w:val="22"/>
                <w:szCs w:val="22"/>
              </w:rPr>
            </w:pPr>
            <w:r w:rsidRPr="00DF0D3C">
              <w:rPr>
                <w:color w:val="000000"/>
                <w:sz w:val="22"/>
                <w:szCs w:val="22"/>
              </w:rPr>
              <w:t>оценка качества готовых блюд, снятие пробы (бракераж готовых блюд);</w:t>
            </w:r>
          </w:p>
          <w:p w:rsidR="000E5268" w:rsidRPr="00DF0D3C" w:rsidRDefault="000E5268" w:rsidP="00DF0D3C">
            <w:pPr>
              <w:pStyle w:val="ListParagraph"/>
              <w:numPr>
                <w:ilvl w:val="0"/>
                <w:numId w:val="14"/>
              </w:numPr>
              <w:rPr>
                <w:color w:val="000000"/>
                <w:sz w:val="22"/>
                <w:szCs w:val="22"/>
              </w:rPr>
            </w:pPr>
            <w:r w:rsidRPr="00DF0D3C">
              <w:rPr>
                <w:color w:val="000000"/>
                <w:sz w:val="22"/>
                <w:szCs w:val="22"/>
              </w:rPr>
              <w:t>контроль за правильностью отбора и хранения суточной пробы пищи.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E5268" w:rsidRPr="00DF0D3C" w:rsidRDefault="000E5268" w:rsidP="00DF0D3C">
            <w:pPr>
              <w:jc w:val="center"/>
              <w:rPr>
                <w:color w:val="000000"/>
                <w:sz w:val="22"/>
                <w:szCs w:val="22"/>
              </w:rPr>
            </w:pPr>
            <w:r w:rsidRPr="00DF0D3C">
              <w:rPr>
                <w:color w:val="000000"/>
                <w:sz w:val="22"/>
                <w:szCs w:val="22"/>
              </w:rPr>
              <w:t>ежедневно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0E5268" w:rsidRPr="00DF0D3C" w:rsidRDefault="000E5268" w:rsidP="00DF0D3C">
            <w:pPr>
              <w:jc w:val="center"/>
              <w:rPr>
                <w:color w:val="000000"/>
                <w:sz w:val="22"/>
                <w:szCs w:val="22"/>
              </w:rPr>
            </w:pPr>
            <w:r w:rsidRPr="00DF0D3C">
              <w:rPr>
                <w:color w:val="000000"/>
                <w:sz w:val="22"/>
                <w:szCs w:val="22"/>
              </w:rPr>
              <w:t>Бракеражная комиссия, медсестра.</w:t>
            </w:r>
          </w:p>
        </w:tc>
      </w:tr>
      <w:tr w:rsidR="000E5268" w:rsidRPr="00DF0D3C" w:rsidTr="003137D2">
        <w:tc>
          <w:tcPr>
            <w:tcW w:w="4686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E5268" w:rsidRPr="00DF0D3C" w:rsidRDefault="000E5268" w:rsidP="00DF0D3C">
            <w:pPr>
              <w:rPr>
                <w:color w:val="000000"/>
                <w:sz w:val="22"/>
                <w:szCs w:val="22"/>
              </w:rPr>
            </w:pPr>
            <w:r w:rsidRPr="00DF0D3C">
              <w:rPr>
                <w:color w:val="000000"/>
                <w:sz w:val="22"/>
                <w:szCs w:val="22"/>
              </w:rPr>
              <w:t>5. Контроль за санитарным режимом пищеблока:</w:t>
            </w:r>
          </w:p>
          <w:p w:rsidR="000E5268" w:rsidRPr="00DF0D3C" w:rsidRDefault="000E5268" w:rsidP="00DF0D3C">
            <w:pPr>
              <w:pStyle w:val="ListParagraph"/>
              <w:numPr>
                <w:ilvl w:val="0"/>
                <w:numId w:val="15"/>
              </w:numPr>
              <w:rPr>
                <w:color w:val="000000"/>
                <w:sz w:val="22"/>
                <w:szCs w:val="22"/>
              </w:rPr>
            </w:pPr>
            <w:r w:rsidRPr="00DF0D3C">
              <w:rPr>
                <w:color w:val="000000"/>
                <w:sz w:val="22"/>
                <w:szCs w:val="22"/>
              </w:rPr>
              <w:t>обеспечение правильной последовательности (поточности) технологических процессов; расстановка оборудования в цехах;</w:t>
            </w:r>
          </w:p>
          <w:p w:rsidR="000E5268" w:rsidRPr="00DF0D3C" w:rsidRDefault="000E5268" w:rsidP="00DF0D3C">
            <w:pPr>
              <w:pStyle w:val="ListParagraph"/>
              <w:numPr>
                <w:ilvl w:val="0"/>
                <w:numId w:val="15"/>
              </w:numPr>
              <w:rPr>
                <w:color w:val="000000"/>
                <w:sz w:val="22"/>
                <w:szCs w:val="22"/>
              </w:rPr>
            </w:pPr>
            <w:r w:rsidRPr="00DF0D3C">
              <w:rPr>
                <w:color w:val="000000"/>
                <w:sz w:val="22"/>
                <w:szCs w:val="22"/>
              </w:rPr>
              <w:t>соблюдение принципа поточности при приготовлении пищи;</w:t>
            </w:r>
          </w:p>
          <w:p w:rsidR="000E5268" w:rsidRPr="00DF0D3C" w:rsidRDefault="000E5268" w:rsidP="00DF0D3C">
            <w:pPr>
              <w:pStyle w:val="ListParagraph"/>
              <w:numPr>
                <w:ilvl w:val="0"/>
                <w:numId w:val="15"/>
              </w:numPr>
              <w:rPr>
                <w:color w:val="000000"/>
                <w:sz w:val="22"/>
                <w:szCs w:val="22"/>
              </w:rPr>
            </w:pPr>
            <w:r w:rsidRPr="00DF0D3C">
              <w:rPr>
                <w:color w:val="000000"/>
                <w:sz w:val="22"/>
                <w:szCs w:val="22"/>
              </w:rPr>
              <w:t>оснащенность производственным инвентарем, кухонной посудой, разделочными досками, маркировка, условия хранения;</w:t>
            </w:r>
          </w:p>
          <w:p w:rsidR="000E5268" w:rsidRPr="00DF0D3C" w:rsidRDefault="000E5268" w:rsidP="00DF0D3C">
            <w:pPr>
              <w:pStyle w:val="ListParagraph"/>
              <w:numPr>
                <w:ilvl w:val="0"/>
                <w:numId w:val="15"/>
              </w:numPr>
              <w:rPr>
                <w:color w:val="000000"/>
                <w:sz w:val="22"/>
                <w:szCs w:val="22"/>
              </w:rPr>
            </w:pPr>
            <w:r w:rsidRPr="00DF0D3C">
              <w:rPr>
                <w:color w:val="000000"/>
                <w:sz w:val="22"/>
                <w:szCs w:val="22"/>
              </w:rPr>
              <w:t>организация обработки тары, кухонной посуды и производственного инвентаря, наличие и использование моющих и дезинфицирующих средств;</w:t>
            </w:r>
          </w:p>
          <w:p w:rsidR="000E5268" w:rsidRPr="00DF0D3C" w:rsidRDefault="000E5268" w:rsidP="00DF0D3C">
            <w:pPr>
              <w:pStyle w:val="ListParagraph"/>
              <w:numPr>
                <w:ilvl w:val="0"/>
                <w:numId w:val="15"/>
              </w:numPr>
              <w:rPr>
                <w:color w:val="000000"/>
                <w:sz w:val="22"/>
                <w:szCs w:val="22"/>
              </w:rPr>
            </w:pPr>
            <w:r w:rsidRPr="00DF0D3C">
              <w:rPr>
                <w:color w:val="000000"/>
                <w:sz w:val="22"/>
                <w:szCs w:val="22"/>
              </w:rPr>
              <w:t>организация и качество мытья кухни;</w:t>
            </w:r>
          </w:p>
          <w:p w:rsidR="000E5268" w:rsidRPr="00DF0D3C" w:rsidRDefault="000E5268" w:rsidP="00DF0D3C">
            <w:pPr>
              <w:pStyle w:val="ListParagraph"/>
              <w:numPr>
                <w:ilvl w:val="0"/>
                <w:numId w:val="15"/>
              </w:numPr>
              <w:rPr>
                <w:color w:val="000000"/>
                <w:sz w:val="22"/>
                <w:szCs w:val="22"/>
              </w:rPr>
            </w:pPr>
            <w:r w:rsidRPr="00DF0D3C">
              <w:rPr>
                <w:color w:val="000000"/>
                <w:sz w:val="22"/>
                <w:szCs w:val="22"/>
              </w:rPr>
              <w:t>соблюдение режима уборки помещения, наличие и соблюдения графика генеральной уборки, наличие маркированного уборочного инвентаря, условия его хранения, сбор пищевых отходов;</w:t>
            </w:r>
          </w:p>
          <w:p w:rsidR="000E5268" w:rsidRPr="00DF0D3C" w:rsidRDefault="000E5268" w:rsidP="00DF0D3C">
            <w:pPr>
              <w:pStyle w:val="ListParagraph"/>
              <w:numPr>
                <w:ilvl w:val="0"/>
                <w:numId w:val="15"/>
              </w:numPr>
              <w:rPr>
                <w:color w:val="000000"/>
                <w:sz w:val="22"/>
                <w:szCs w:val="22"/>
              </w:rPr>
            </w:pPr>
            <w:r w:rsidRPr="00DF0D3C">
              <w:rPr>
                <w:color w:val="000000"/>
                <w:sz w:val="22"/>
                <w:szCs w:val="22"/>
              </w:rPr>
              <w:t>соблюдение правил личной гигиены сотрудников пищеблока.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E5268" w:rsidRPr="00DF0D3C" w:rsidRDefault="000E5268" w:rsidP="00DF0D3C">
            <w:pPr>
              <w:jc w:val="center"/>
              <w:rPr>
                <w:color w:val="000000"/>
                <w:sz w:val="22"/>
                <w:szCs w:val="22"/>
              </w:rPr>
            </w:pPr>
            <w:r w:rsidRPr="00DF0D3C">
              <w:rPr>
                <w:color w:val="000000"/>
                <w:sz w:val="22"/>
                <w:szCs w:val="22"/>
              </w:rPr>
              <w:t>1 раз в неделю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0E5268" w:rsidRPr="00DF0D3C" w:rsidRDefault="000E5268" w:rsidP="00DF0D3C">
            <w:pPr>
              <w:jc w:val="center"/>
              <w:rPr>
                <w:color w:val="000000"/>
                <w:sz w:val="22"/>
                <w:szCs w:val="22"/>
              </w:rPr>
            </w:pPr>
            <w:r w:rsidRPr="00DF0D3C">
              <w:rPr>
                <w:color w:val="000000"/>
                <w:sz w:val="22"/>
                <w:szCs w:val="22"/>
              </w:rPr>
              <w:t>Администрация,</w:t>
            </w:r>
          </w:p>
          <w:p w:rsidR="000E5268" w:rsidRPr="00DF0D3C" w:rsidRDefault="000E5268" w:rsidP="00DF0D3C">
            <w:pPr>
              <w:jc w:val="center"/>
              <w:rPr>
                <w:color w:val="000000"/>
                <w:sz w:val="22"/>
                <w:szCs w:val="22"/>
              </w:rPr>
            </w:pPr>
            <w:r w:rsidRPr="00DF0D3C">
              <w:rPr>
                <w:color w:val="000000"/>
                <w:sz w:val="22"/>
                <w:szCs w:val="22"/>
              </w:rPr>
              <w:t>медсестра.</w:t>
            </w:r>
          </w:p>
        </w:tc>
      </w:tr>
      <w:tr w:rsidR="000E5268" w:rsidRPr="00DF0D3C" w:rsidTr="003137D2">
        <w:tc>
          <w:tcPr>
            <w:tcW w:w="4686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E5268" w:rsidRPr="00DF0D3C" w:rsidRDefault="000E5268" w:rsidP="00DF0D3C">
            <w:pPr>
              <w:rPr>
                <w:color w:val="000000"/>
                <w:sz w:val="22"/>
                <w:szCs w:val="22"/>
              </w:rPr>
            </w:pPr>
            <w:r w:rsidRPr="00DF0D3C">
              <w:rPr>
                <w:color w:val="000000"/>
                <w:sz w:val="22"/>
                <w:szCs w:val="22"/>
              </w:rPr>
              <w:t>6. Контроль  за  закладкой  продуктов  при  приготовлении   блюд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E5268" w:rsidRPr="00DF0D3C" w:rsidRDefault="000E5268" w:rsidP="00DF0D3C">
            <w:pPr>
              <w:jc w:val="center"/>
              <w:rPr>
                <w:color w:val="000000"/>
                <w:sz w:val="22"/>
                <w:szCs w:val="22"/>
              </w:rPr>
            </w:pPr>
            <w:r w:rsidRPr="00DF0D3C">
              <w:rPr>
                <w:color w:val="000000"/>
                <w:sz w:val="22"/>
                <w:szCs w:val="22"/>
              </w:rPr>
              <w:t>ежедневно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0E5268" w:rsidRPr="00DF0D3C" w:rsidRDefault="000E5268" w:rsidP="00DF0D3C">
            <w:pPr>
              <w:jc w:val="center"/>
              <w:rPr>
                <w:color w:val="000000"/>
                <w:sz w:val="22"/>
                <w:szCs w:val="22"/>
              </w:rPr>
            </w:pPr>
            <w:r w:rsidRPr="00DF0D3C">
              <w:rPr>
                <w:color w:val="000000"/>
                <w:sz w:val="22"/>
                <w:szCs w:val="22"/>
              </w:rPr>
              <w:t>Бракеражная комиссия, администрация,</w:t>
            </w:r>
          </w:p>
          <w:p w:rsidR="000E5268" w:rsidRPr="00DF0D3C" w:rsidRDefault="000E5268" w:rsidP="00DF0D3C">
            <w:pPr>
              <w:jc w:val="center"/>
              <w:rPr>
                <w:color w:val="000000"/>
                <w:sz w:val="22"/>
                <w:szCs w:val="22"/>
              </w:rPr>
            </w:pPr>
            <w:r w:rsidRPr="00DF0D3C">
              <w:rPr>
                <w:color w:val="000000"/>
                <w:sz w:val="22"/>
                <w:szCs w:val="22"/>
              </w:rPr>
              <w:t>медсестра, кладовщик.</w:t>
            </w:r>
          </w:p>
        </w:tc>
      </w:tr>
      <w:tr w:rsidR="000E5268" w:rsidRPr="00DF0D3C" w:rsidTr="003137D2">
        <w:tc>
          <w:tcPr>
            <w:tcW w:w="4686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E5268" w:rsidRPr="00DF0D3C" w:rsidRDefault="000E5268" w:rsidP="00DF0D3C">
            <w:pPr>
              <w:rPr>
                <w:color w:val="000000"/>
                <w:sz w:val="22"/>
                <w:szCs w:val="22"/>
              </w:rPr>
            </w:pPr>
            <w:r w:rsidRPr="00DF0D3C">
              <w:rPr>
                <w:color w:val="000000"/>
                <w:sz w:val="22"/>
                <w:szCs w:val="22"/>
              </w:rPr>
              <w:t>7. Контроль за качеством приготовления пищи и соблюдением натуральных норм:</w:t>
            </w:r>
          </w:p>
          <w:p w:rsidR="000E5268" w:rsidRPr="00DF0D3C" w:rsidRDefault="000E5268" w:rsidP="00DF0D3C">
            <w:pPr>
              <w:pStyle w:val="ListParagraph"/>
              <w:numPr>
                <w:ilvl w:val="0"/>
                <w:numId w:val="16"/>
              </w:numPr>
              <w:rPr>
                <w:color w:val="000000"/>
                <w:sz w:val="22"/>
                <w:szCs w:val="22"/>
              </w:rPr>
            </w:pPr>
            <w:r w:rsidRPr="00DF0D3C">
              <w:rPr>
                <w:color w:val="000000"/>
                <w:sz w:val="22"/>
                <w:szCs w:val="22"/>
              </w:rPr>
              <w:t>наличие утвержденного 10-ти дневного меню и технологических карт;</w:t>
            </w:r>
          </w:p>
          <w:p w:rsidR="000E5268" w:rsidRPr="00DF0D3C" w:rsidRDefault="000E5268" w:rsidP="00DF0D3C">
            <w:pPr>
              <w:pStyle w:val="ListParagraph"/>
              <w:numPr>
                <w:ilvl w:val="0"/>
                <w:numId w:val="16"/>
              </w:numPr>
              <w:rPr>
                <w:color w:val="000000"/>
                <w:sz w:val="22"/>
                <w:szCs w:val="22"/>
              </w:rPr>
            </w:pPr>
            <w:r w:rsidRPr="00DF0D3C">
              <w:rPr>
                <w:color w:val="000000"/>
                <w:sz w:val="22"/>
                <w:szCs w:val="22"/>
              </w:rPr>
              <w:t>правильность составления меню-раскладки, правильность определения нормы на каждого ребенка и указания нормы выхода блюд;</w:t>
            </w:r>
          </w:p>
          <w:p w:rsidR="000E5268" w:rsidRPr="00DF0D3C" w:rsidRDefault="000E5268" w:rsidP="00DF0D3C">
            <w:pPr>
              <w:pStyle w:val="ListParagraph"/>
              <w:numPr>
                <w:ilvl w:val="0"/>
                <w:numId w:val="16"/>
              </w:numPr>
              <w:rPr>
                <w:color w:val="000000"/>
                <w:sz w:val="22"/>
                <w:szCs w:val="22"/>
              </w:rPr>
            </w:pPr>
            <w:r w:rsidRPr="00DF0D3C">
              <w:rPr>
                <w:color w:val="000000"/>
                <w:sz w:val="22"/>
                <w:szCs w:val="22"/>
              </w:rPr>
              <w:t>контроль за выполнением суточного набора продуктов;</w:t>
            </w:r>
          </w:p>
          <w:p w:rsidR="000E5268" w:rsidRPr="00DF0D3C" w:rsidRDefault="000E5268" w:rsidP="00DF0D3C">
            <w:pPr>
              <w:pStyle w:val="ListParagraph"/>
              <w:numPr>
                <w:ilvl w:val="0"/>
                <w:numId w:val="16"/>
              </w:numPr>
              <w:rPr>
                <w:color w:val="000000"/>
                <w:sz w:val="22"/>
                <w:szCs w:val="22"/>
              </w:rPr>
            </w:pPr>
            <w:r w:rsidRPr="00DF0D3C">
              <w:rPr>
                <w:color w:val="000000"/>
                <w:sz w:val="22"/>
                <w:szCs w:val="22"/>
              </w:rPr>
              <w:t>подсчет калорийности и соблюдения норм питания;</w:t>
            </w:r>
          </w:p>
          <w:p w:rsidR="000E5268" w:rsidRPr="00DF0D3C" w:rsidRDefault="000E5268" w:rsidP="00DF0D3C">
            <w:pPr>
              <w:pStyle w:val="ListParagraph"/>
              <w:numPr>
                <w:ilvl w:val="0"/>
                <w:numId w:val="16"/>
              </w:numPr>
              <w:rPr>
                <w:color w:val="000000"/>
                <w:sz w:val="22"/>
                <w:szCs w:val="22"/>
              </w:rPr>
            </w:pPr>
            <w:r w:rsidRPr="00DF0D3C">
              <w:rPr>
                <w:color w:val="000000"/>
                <w:sz w:val="22"/>
                <w:szCs w:val="22"/>
              </w:rPr>
              <w:t>коррекция питания соответственно фактическому количеству детей;</w:t>
            </w:r>
          </w:p>
          <w:p w:rsidR="000E5268" w:rsidRPr="00DF0D3C" w:rsidRDefault="000E5268" w:rsidP="00DF0D3C">
            <w:pPr>
              <w:pStyle w:val="ListParagraph"/>
              <w:numPr>
                <w:ilvl w:val="0"/>
                <w:numId w:val="16"/>
              </w:numPr>
              <w:rPr>
                <w:color w:val="000000"/>
                <w:sz w:val="22"/>
                <w:szCs w:val="22"/>
              </w:rPr>
            </w:pPr>
            <w:r w:rsidRPr="00DF0D3C">
              <w:rPr>
                <w:color w:val="000000"/>
                <w:sz w:val="22"/>
                <w:szCs w:val="22"/>
              </w:rPr>
              <w:t>соблюдение правильной закладки продуктов при приготовлении пищи;</w:t>
            </w:r>
          </w:p>
          <w:p w:rsidR="000E5268" w:rsidRPr="00DF0D3C" w:rsidRDefault="000E5268" w:rsidP="00DF0D3C">
            <w:pPr>
              <w:pStyle w:val="ListParagraph"/>
              <w:numPr>
                <w:ilvl w:val="0"/>
                <w:numId w:val="16"/>
              </w:numPr>
              <w:rPr>
                <w:color w:val="000000"/>
                <w:sz w:val="22"/>
                <w:szCs w:val="22"/>
              </w:rPr>
            </w:pPr>
            <w:r w:rsidRPr="00DF0D3C">
              <w:rPr>
                <w:color w:val="000000"/>
                <w:sz w:val="22"/>
                <w:szCs w:val="22"/>
              </w:rPr>
              <w:t>контроль наличия остатков продуктов;</w:t>
            </w:r>
          </w:p>
          <w:p w:rsidR="000E5268" w:rsidRPr="00DF0D3C" w:rsidRDefault="000E5268" w:rsidP="00DF0D3C">
            <w:pPr>
              <w:pStyle w:val="ListParagraph"/>
              <w:numPr>
                <w:ilvl w:val="0"/>
                <w:numId w:val="16"/>
              </w:numPr>
              <w:rPr>
                <w:color w:val="000000"/>
                <w:sz w:val="22"/>
                <w:szCs w:val="22"/>
              </w:rPr>
            </w:pPr>
            <w:r w:rsidRPr="00DF0D3C">
              <w:rPr>
                <w:color w:val="000000"/>
                <w:sz w:val="22"/>
                <w:szCs w:val="22"/>
              </w:rPr>
              <w:t>соблюдение технологического процесса.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E5268" w:rsidRPr="00DF0D3C" w:rsidRDefault="000E5268" w:rsidP="00DF0D3C">
            <w:pPr>
              <w:rPr>
                <w:color w:val="000000"/>
                <w:sz w:val="22"/>
                <w:szCs w:val="22"/>
              </w:rPr>
            </w:pPr>
          </w:p>
          <w:p w:rsidR="000E5268" w:rsidRPr="00DF0D3C" w:rsidRDefault="000E5268" w:rsidP="00DF0D3C">
            <w:pPr>
              <w:jc w:val="center"/>
              <w:rPr>
                <w:color w:val="000000"/>
                <w:sz w:val="22"/>
                <w:szCs w:val="22"/>
              </w:rPr>
            </w:pPr>
            <w:r w:rsidRPr="00DF0D3C">
              <w:rPr>
                <w:color w:val="000000"/>
                <w:sz w:val="22"/>
                <w:szCs w:val="22"/>
              </w:rPr>
              <w:t>ежедневно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0E5268" w:rsidRPr="00DF0D3C" w:rsidRDefault="000E5268" w:rsidP="00DF0D3C">
            <w:pPr>
              <w:jc w:val="center"/>
              <w:rPr>
                <w:color w:val="000000"/>
                <w:sz w:val="22"/>
                <w:szCs w:val="22"/>
              </w:rPr>
            </w:pPr>
            <w:r w:rsidRPr="00DF0D3C">
              <w:rPr>
                <w:color w:val="000000"/>
                <w:sz w:val="22"/>
                <w:szCs w:val="22"/>
              </w:rPr>
              <w:t>Бракеражная комиссия, администрация,</w:t>
            </w:r>
          </w:p>
          <w:p w:rsidR="000E5268" w:rsidRPr="00DF0D3C" w:rsidRDefault="000E5268" w:rsidP="00DF0D3C">
            <w:pPr>
              <w:jc w:val="center"/>
              <w:rPr>
                <w:color w:val="000000"/>
                <w:sz w:val="22"/>
                <w:szCs w:val="22"/>
              </w:rPr>
            </w:pPr>
            <w:r w:rsidRPr="00DF0D3C">
              <w:rPr>
                <w:color w:val="000000"/>
                <w:sz w:val="22"/>
                <w:szCs w:val="22"/>
              </w:rPr>
              <w:t>медсестра, кладовщик.</w:t>
            </w:r>
          </w:p>
        </w:tc>
      </w:tr>
      <w:tr w:rsidR="000E5268" w:rsidRPr="00DF0D3C" w:rsidTr="003137D2">
        <w:tc>
          <w:tcPr>
            <w:tcW w:w="4686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E5268" w:rsidRPr="00DF0D3C" w:rsidRDefault="000E5268" w:rsidP="00DF0D3C">
            <w:pPr>
              <w:rPr>
                <w:color w:val="000000"/>
                <w:sz w:val="22"/>
                <w:szCs w:val="22"/>
              </w:rPr>
            </w:pPr>
            <w:r w:rsidRPr="00DF0D3C">
              <w:rPr>
                <w:color w:val="000000"/>
                <w:sz w:val="22"/>
                <w:szCs w:val="22"/>
              </w:rPr>
              <w:t>8. Контроль за организацией приема пищи:</w:t>
            </w:r>
          </w:p>
          <w:p w:rsidR="000E5268" w:rsidRPr="00DF0D3C" w:rsidRDefault="000E5268" w:rsidP="00DF0D3C">
            <w:pPr>
              <w:pStyle w:val="ListParagraph"/>
              <w:numPr>
                <w:ilvl w:val="0"/>
                <w:numId w:val="17"/>
              </w:numPr>
              <w:rPr>
                <w:color w:val="000000"/>
                <w:sz w:val="22"/>
                <w:szCs w:val="22"/>
              </w:rPr>
            </w:pPr>
            <w:r w:rsidRPr="00DF0D3C">
              <w:rPr>
                <w:color w:val="000000"/>
                <w:sz w:val="22"/>
                <w:szCs w:val="22"/>
              </w:rPr>
              <w:t>соблюдения графика выдачи пищи с пищеблока ;</w:t>
            </w:r>
          </w:p>
          <w:p w:rsidR="000E5268" w:rsidRPr="00DF0D3C" w:rsidRDefault="000E5268" w:rsidP="00DF0D3C">
            <w:pPr>
              <w:pStyle w:val="ListParagraph"/>
              <w:numPr>
                <w:ilvl w:val="0"/>
                <w:numId w:val="17"/>
              </w:numPr>
              <w:rPr>
                <w:color w:val="000000"/>
                <w:sz w:val="22"/>
                <w:szCs w:val="22"/>
              </w:rPr>
            </w:pPr>
            <w:r w:rsidRPr="00DF0D3C">
              <w:rPr>
                <w:color w:val="000000"/>
                <w:sz w:val="22"/>
                <w:szCs w:val="22"/>
              </w:rPr>
              <w:t>соблюдение режима питания (кратность, длительность интервалов между приемами пищи);</w:t>
            </w:r>
          </w:p>
          <w:p w:rsidR="000E5268" w:rsidRPr="00DF0D3C" w:rsidRDefault="000E5268" w:rsidP="00DF0D3C">
            <w:pPr>
              <w:pStyle w:val="ListParagraph"/>
              <w:numPr>
                <w:ilvl w:val="0"/>
                <w:numId w:val="17"/>
              </w:numPr>
              <w:rPr>
                <w:color w:val="000000"/>
                <w:sz w:val="22"/>
                <w:szCs w:val="22"/>
              </w:rPr>
            </w:pPr>
            <w:r w:rsidRPr="00DF0D3C">
              <w:rPr>
                <w:color w:val="000000"/>
                <w:sz w:val="22"/>
                <w:szCs w:val="22"/>
              </w:rPr>
              <w:t>условия приема, сервировка столов, культура приема пищи;</w:t>
            </w:r>
          </w:p>
          <w:p w:rsidR="000E5268" w:rsidRPr="00DF0D3C" w:rsidRDefault="000E5268" w:rsidP="00DF0D3C">
            <w:pPr>
              <w:pStyle w:val="ListParagraph"/>
              <w:numPr>
                <w:ilvl w:val="0"/>
                <w:numId w:val="17"/>
              </w:numPr>
              <w:rPr>
                <w:color w:val="000000"/>
                <w:sz w:val="22"/>
                <w:szCs w:val="22"/>
              </w:rPr>
            </w:pPr>
            <w:r w:rsidRPr="00DF0D3C">
              <w:rPr>
                <w:color w:val="000000"/>
                <w:sz w:val="22"/>
                <w:szCs w:val="22"/>
              </w:rPr>
              <w:t>соблюдение детьми правил личной гигиены (мытье рук)</w:t>
            </w:r>
          </w:p>
          <w:p w:rsidR="000E5268" w:rsidRPr="00DF0D3C" w:rsidRDefault="000E5268" w:rsidP="00DF0D3C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E5268" w:rsidRPr="00DF0D3C" w:rsidRDefault="000E5268" w:rsidP="00DF0D3C">
            <w:pPr>
              <w:pStyle w:val="ListParagraph"/>
              <w:numPr>
                <w:ilvl w:val="0"/>
                <w:numId w:val="17"/>
              </w:numPr>
              <w:rPr>
                <w:color w:val="000000"/>
                <w:sz w:val="22"/>
                <w:szCs w:val="22"/>
              </w:rPr>
            </w:pPr>
            <w:r w:rsidRPr="00DF0D3C">
              <w:rPr>
                <w:color w:val="000000"/>
                <w:sz w:val="22"/>
                <w:szCs w:val="22"/>
              </w:rPr>
              <w:t>объем и температура блюд, аппетит детей, наличие остатков пищи</w:t>
            </w:r>
          </w:p>
          <w:p w:rsidR="000E5268" w:rsidRPr="00DF0D3C" w:rsidRDefault="000E5268" w:rsidP="00DF0D3C">
            <w:pPr>
              <w:pStyle w:val="ListParagraph"/>
              <w:numPr>
                <w:ilvl w:val="0"/>
                <w:numId w:val="17"/>
              </w:numPr>
              <w:rPr>
                <w:color w:val="000000"/>
                <w:sz w:val="22"/>
                <w:szCs w:val="22"/>
              </w:rPr>
            </w:pPr>
            <w:r w:rsidRPr="00DF0D3C">
              <w:rPr>
                <w:color w:val="000000"/>
                <w:sz w:val="22"/>
                <w:szCs w:val="22"/>
              </w:rPr>
              <w:t>организация и соблюдение питьевого режима.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E5268" w:rsidRPr="00DF0D3C" w:rsidRDefault="000E5268" w:rsidP="00DF0D3C">
            <w:pPr>
              <w:jc w:val="center"/>
              <w:rPr>
                <w:color w:val="000000"/>
                <w:sz w:val="22"/>
                <w:szCs w:val="22"/>
              </w:rPr>
            </w:pPr>
            <w:r w:rsidRPr="00DF0D3C">
              <w:rPr>
                <w:color w:val="000000"/>
                <w:sz w:val="22"/>
                <w:szCs w:val="22"/>
              </w:rPr>
              <w:t>ежедневно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0E5268" w:rsidRPr="00DF0D3C" w:rsidRDefault="000E5268" w:rsidP="00DF0D3C">
            <w:pPr>
              <w:jc w:val="center"/>
              <w:rPr>
                <w:color w:val="000000"/>
                <w:sz w:val="22"/>
                <w:szCs w:val="22"/>
              </w:rPr>
            </w:pPr>
            <w:r w:rsidRPr="00DF0D3C">
              <w:rPr>
                <w:color w:val="000000"/>
                <w:sz w:val="22"/>
                <w:szCs w:val="22"/>
              </w:rPr>
              <w:t>Бракеражная комиссия, администрация,</w:t>
            </w:r>
          </w:p>
          <w:p w:rsidR="000E5268" w:rsidRPr="00DF0D3C" w:rsidRDefault="000E5268" w:rsidP="00DF0D3C">
            <w:pPr>
              <w:jc w:val="center"/>
              <w:rPr>
                <w:color w:val="000000"/>
                <w:sz w:val="22"/>
                <w:szCs w:val="22"/>
              </w:rPr>
            </w:pPr>
            <w:r w:rsidRPr="00DF0D3C">
              <w:rPr>
                <w:color w:val="000000"/>
                <w:sz w:val="22"/>
                <w:szCs w:val="22"/>
              </w:rPr>
              <w:t>медсестра.</w:t>
            </w:r>
          </w:p>
        </w:tc>
      </w:tr>
      <w:tr w:rsidR="000E5268" w:rsidRPr="00DF0D3C" w:rsidTr="003137D2">
        <w:tc>
          <w:tcPr>
            <w:tcW w:w="4686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E5268" w:rsidRPr="00DF0D3C" w:rsidRDefault="000E5268" w:rsidP="00DF0D3C">
            <w:pPr>
              <w:rPr>
                <w:color w:val="000000"/>
                <w:sz w:val="22"/>
                <w:szCs w:val="22"/>
              </w:rPr>
            </w:pPr>
            <w:r w:rsidRPr="00DF0D3C">
              <w:rPr>
                <w:color w:val="000000"/>
                <w:sz w:val="22"/>
                <w:szCs w:val="22"/>
              </w:rPr>
              <w:t>9. Подведение  итогов  работы  за учебный год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E5268" w:rsidRPr="00DF0D3C" w:rsidRDefault="000E5268" w:rsidP="00DF0D3C">
            <w:pPr>
              <w:jc w:val="center"/>
              <w:rPr>
                <w:color w:val="000000"/>
                <w:sz w:val="22"/>
                <w:szCs w:val="22"/>
              </w:rPr>
            </w:pPr>
            <w:r w:rsidRPr="00DF0D3C">
              <w:rPr>
                <w:color w:val="000000"/>
                <w:sz w:val="22"/>
                <w:szCs w:val="22"/>
              </w:rPr>
              <w:t>июнь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0E5268" w:rsidRPr="00DF0D3C" w:rsidRDefault="000E5268" w:rsidP="00DF0D3C">
            <w:pPr>
              <w:jc w:val="center"/>
              <w:rPr>
                <w:color w:val="000000"/>
                <w:sz w:val="22"/>
                <w:szCs w:val="22"/>
              </w:rPr>
            </w:pPr>
            <w:r w:rsidRPr="00DF0D3C">
              <w:rPr>
                <w:color w:val="000000"/>
                <w:sz w:val="22"/>
                <w:szCs w:val="22"/>
              </w:rPr>
              <w:t>Администрация</w:t>
            </w:r>
          </w:p>
          <w:p w:rsidR="000E5268" w:rsidRPr="00DF0D3C" w:rsidRDefault="000E5268" w:rsidP="00DF0D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0E5268" w:rsidRPr="00DF0D3C" w:rsidRDefault="000E5268" w:rsidP="00DF0D3C"/>
    <w:sectPr w:rsidR="000E5268" w:rsidRPr="00DF0D3C" w:rsidSect="00DF0D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1499D"/>
    <w:multiLevelType w:val="hybridMultilevel"/>
    <w:tmpl w:val="2AF8D4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855676"/>
    <w:multiLevelType w:val="multilevel"/>
    <w:tmpl w:val="7F160602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241F0088"/>
    <w:multiLevelType w:val="multilevel"/>
    <w:tmpl w:val="01708460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">
    <w:nsid w:val="27C202C1"/>
    <w:multiLevelType w:val="multilevel"/>
    <w:tmpl w:val="88ACC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3A90555"/>
    <w:multiLevelType w:val="hybridMultilevel"/>
    <w:tmpl w:val="FA52D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506308"/>
    <w:multiLevelType w:val="multilevel"/>
    <w:tmpl w:val="DAC2C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9801B46"/>
    <w:multiLevelType w:val="multilevel"/>
    <w:tmpl w:val="0DEEE2A6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9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cs="Times New Roman" w:hint="default"/>
      </w:rPr>
    </w:lvl>
  </w:abstractNum>
  <w:abstractNum w:abstractNumId="7">
    <w:nsid w:val="39AB1FBB"/>
    <w:multiLevelType w:val="hybridMultilevel"/>
    <w:tmpl w:val="92681F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5A7D70"/>
    <w:multiLevelType w:val="hybridMultilevel"/>
    <w:tmpl w:val="CCA0CA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A12E64"/>
    <w:multiLevelType w:val="multilevel"/>
    <w:tmpl w:val="E1FAAEE0"/>
    <w:lvl w:ilvl="0">
      <w:start w:val="3"/>
      <w:numFmt w:val="decimal"/>
      <w:lvlText w:val="%1"/>
      <w:lvlJc w:val="left"/>
      <w:pPr>
        <w:ind w:left="405" w:hanging="405"/>
      </w:pPr>
      <w:rPr>
        <w:rFonts w:cs="Times New Roman" w:hint="default"/>
        <w:b/>
        <w:sz w:val="32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cs="Times New Roman" w:hint="default"/>
        <w:b/>
        <w:sz w:val="3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/>
        <w:sz w:val="32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  <w:b/>
        <w:sz w:val="3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/>
        <w:sz w:val="32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  <w:b/>
        <w:sz w:val="3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b/>
        <w:sz w:val="32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  <w:b/>
        <w:sz w:val="32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  <w:b/>
        <w:sz w:val="32"/>
      </w:rPr>
    </w:lvl>
  </w:abstractNum>
  <w:abstractNum w:abstractNumId="10">
    <w:nsid w:val="526D6EDA"/>
    <w:multiLevelType w:val="hybridMultilevel"/>
    <w:tmpl w:val="CCD81B1E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11">
    <w:nsid w:val="67DB0A58"/>
    <w:multiLevelType w:val="multilevel"/>
    <w:tmpl w:val="ED265D68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2">
    <w:nsid w:val="67DB1542"/>
    <w:multiLevelType w:val="hybridMultilevel"/>
    <w:tmpl w:val="829294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F64BDF"/>
    <w:multiLevelType w:val="hybridMultilevel"/>
    <w:tmpl w:val="D8D03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44E2AEF"/>
    <w:multiLevelType w:val="hybridMultilevel"/>
    <w:tmpl w:val="49747B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3D4806"/>
    <w:multiLevelType w:val="hybridMultilevel"/>
    <w:tmpl w:val="730C0150"/>
    <w:lvl w:ilvl="0" w:tplc="5426C7A4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6">
    <w:nsid w:val="7FEE28D9"/>
    <w:multiLevelType w:val="multilevel"/>
    <w:tmpl w:val="A1469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13"/>
  </w:num>
  <w:num w:numId="3">
    <w:abstractNumId w:val="10"/>
  </w:num>
  <w:num w:numId="4">
    <w:abstractNumId w:val="9"/>
  </w:num>
  <w:num w:numId="5">
    <w:abstractNumId w:val="2"/>
  </w:num>
  <w:num w:numId="6">
    <w:abstractNumId w:val="6"/>
  </w:num>
  <w:num w:numId="7">
    <w:abstractNumId w:val="11"/>
  </w:num>
  <w:num w:numId="8">
    <w:abstractNumId w:val="1"/>
  </w:num>
  <w:num w:numId="9">
    <w:abstractNumId w:val="3"/>
  </w:num>
  <w:num w:numId="10">
    <w:abstractNumId w:val="5"/>
  </w:num>
  <w:num w:numId="11">
    <w:abstractNumId w:val="16"/>
  </w:num>
  <w:num w:numId="12">
    <w:abstractNumId w:val="7"/>
  </w:num>
  <w:num w:numId="13">
    <w:abstractNumId w:val="12"/>
  </w:num>
  <w:num w:numId="14">
    <w:abstractNumId w:val="0"/>
  </w:num>
  <w:num w:numId="15">
    <w:abstractNumId w:val="4"/>
  </w:num>
  <w:num w:numId="16">
    <w:abstractNumId w:val="8"/>
  </w:num>
  <w:num w:numId="1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7E65"/>
    <w:rsid w:val="00003535"/>
    <w:rsid w:val="00053594"/>
    <w:rsid w:val="00071C57"/>
    <w:rsid w:val="00075FBB"/>
    <w:rsid w:val="000D738A"/>
    <w:rsid w:val="000E5268"/>
    <w:rsid w:val="000F1EE1"/>
    <w:rsid w:val="000F57FB"/>
    <w:rsid w:val="001024D5"/>
    <w:rsid w:val="00130DAA"/>
    <w:rsid w:val="0013541E"/>
    <w:rsid w:val="001550F8"/>
    <w:rsid w:val="00176D0E"/>
    <w:rsid w:val="001A2941"/>
    <w:rsid w:val="001D7FE6"/>
    <w:rsid w:val="001E54FB"/>
    <w:rsid w:val="001F795F"/>
    <w:rsid w:val="00227261"/>
    <w:rsid w:val="00250CCD"/>
    <w:rsid w:val="002853F2"/>
    <w:rsid w:val="002A7FD1"/>
    <w:rsid w:val="002F0A2C"/>
    <w:rsid w:val="002F7170"/>
    <w:rsid w:val="002F7DCD"/>
    <w:rsid w:val="003137D2"/>
    <w:rsid w:val="00332B55"/>
    <w:rsid w:val="00337636"/>
    <w:rsid w:val="00346E0A"/>
    <w:rsid w:val="0035037B"/>
    <w:rsid w:val="00371206"/>
    <w:rsid w:val="00374DAB"/>
    <w:rsid w:val="003B25EE"/>
    <w:rsid w:val="003F19D9"/>
    <w:rsid w:val="00490D95"/>
    <w:rsid w:val="004911E9"/>
    <w:rsid w:val="004A3745"/>
    <w:rsid w:val="004A6EAF"/>
    <w:rsid w:val="004D5C12"/>
    <w:rsid w:val="004F37BB"/>
    <w:rsid w:val="00537A88"/>
    <w:rsid w:val="00545234"/>
    <w:rsid w:val="005475F5"/>
    <w:rsid w:val="005630E2"/>
    <w:rsid w:val="005824C5"/>
    <w:rsid w:val="005A7634"/>
    <w:rsid w:val="005D64F5"/>
    <w:rsid w:val="00604544"/>
    <w:rsid w:val="00610708"/>
    <w:rsid w:val="0061736B"/>
    <w:rsid w:val="00623C8F"/>
    <w:rsid w:val="00630F77"/>
    <w:rsid w:val="00644066"/>
    <w:rsid w:val="00654F9F"/>
    <w:rsid w:val="00674403"/>
    <w:rsid w:val="00676EC5"/>
    <w:rsid w:val="00681814"/>
    <w:rsid w:val="0069054A"/>
    <w:rsid w:val="0069543F"/>
    <w:rsid w:val="006A095A"/>
    <w:rsid w:val="006F5621"/>
    <w:rsid w:val="007475F7"/>
    <w:rsid w:val="007500E2"/>
    <w:rsid w:val="00775205"/>
    <w:rsid w:val="00785740"/>
    <w:rsid w:val="00796207"/>
    <w:rsid w:val="007E2388"/>
    <w:rsid w:val="007E2FC1"/>
    <w:rsid w:val="0086137A"/>
    <w:rsid w:val="00865B62"/>
    <w:rsid w:val="00873004"/>
    <w:rsid w:val="00893127"/>
    <w:rsid w:val="008B4A64"/>
    <w:rsid w:val="00913D56"/>
    <w:rsid w:val="00920D53"/>
    <w:rsid w:val="00943E74"/>
    <w:rsid w:val="00957FA4"/>
    <w:rsid w:val="00972B4C"/>
    <w:rsid w:val="009A696C"/>
    <w:rsid w:val="009E3950"/>
    <w:rsid w:val="009E6D56"/>
    <w:rsid w:val="00A146D7"/>
    <w:rsid w:val="00A167FA"/>
    <w:rsid w:val="00A201B8"/>
    <w:rsid w:val="00A46BEA"/>
    <w:rsid w:val="00A577CA"/>
    <w:rsid w:val="00A61387"/>
    <w:rsid w:val="00A61EFD"/>
    <w:rsid w:val="00A674E3"/>
    <w:rsid w:val="00A7018C"/>
    <w:rsid w:val="00A93BDA"/>
    <w:rsid w:val="00AC0949"/>
    <w:rsid w:val="00AD0B07"/>
    <w:rsid w:val="00AD7127"/>
    <w:rsid w:val="00AF4D1F"/>
    <w:rsid w:val="00B241C9"/>
    <w:rsid w:val="00B54820"/>
    <w:rsid w:val="00B557F8"/>
    <w:rsid w:val="00B716A8"/>
    <w:rsid w:val="00B71915"/>
    <w:rsid w:val="00BF2D05"/>
    <w:rsid w:val="00BF61F0"/>
    <w:rsid w:val="00C36DA4"/>
    <w:rsid w:val="00C57E65"/>
    <w:rsid w:val="00C60BD9"/>
    <w:rsid w:val="00C819E2"/>
    <w:rsid w:val="00CC22AB"/>
    <w:rsid w:val="00CF0C06"/>
    <w:rsid w:val="00D17CDA"/>
    <w:rsid w:val="00D20B6B"/>
    <w:rsid w:val="00D31D42"/>
    <w:rsid w:val="00D32D10"/>
    <w:rsid w:val="00D41583"/>
    <w:rsid w:val="00D54B5E"/>
    <w:rsid w:val="00D737D1"/>
    <w:rsid w:val="00DD49E6"/>
    <w:rsid w:val="00DF0D3C"/>
    <w:rsid w:val="00DF0EC8"/>
    <w:rsid w:val="00E1115C"/>
    <w:rsid w:val="00E243FA"/>
    <w:rsid w:val="00E42DA3"/>
    <w:rsid w:val="00E7448F"/>
    <w:rsid w:val="00E77A7C"/>
    <w:rsid w:val="00EA5466"/>
    <w:rsid w:val="00EB1821"/>
    <w:rsid w:val="00F15E61"/>
    <w:rsid w:val="00FA30F8"/>
    <w:rsid w:val="00FB68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E65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737D1"/>
    <w:pPr>
      <w:keepNext/>
      <w:spacing w:before="240" w:after="60"/>
      <w:outlineLvl w:val="1"/>
    </w:pPr>
    <w:rPr>
      <w:rFonts w:ascii="Cambria" w:hAnsi="Cambria"/>
      <w:b/>
      <w:bCs/>
      <w:i/>
      <w:iCs/>
      <w:color w:val="000000"/>
      <w:kern w:val="28"/>
      <w:sz w:val="28"/>
      <w:szCs w:val="28"/>
    </w:rPr>
  </w:style>
  <w:style w:type="paragraph" w:styleId="Heading4">
    <w:name w:val="heading 4"/>
    <w:basedOn w:val="Normal"/>
    <w:link w:val="Heading4Char"/>
    <w:uiPriority w:val="99"/>
    <w:qFormat/>
    <w:rsid w:val="00D737D1"/>
    <w:pPr>
      <w:spacing w:before="100" w:beforeAutospacing="1" w:after="100" w:afterAutospacing="1"/>
      <w:outlineLvl w:val="3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737D1"/>
    <w:rPr>
      <w:rFonts w:ascii="Cambria" w:hAnsi="Cambria" w:cs="Times New Roman"/>
      <w:b/>
      <w:bCs/>
      <w:i/>
      <w:iCs/>
      <w:color w:val="000000"/>
      <w:kern w:val="28"/>
      <w:sz w:val="28"/>
      <w:szCs w:val="28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D737D1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C57E65"/>
    <w:rPr>
      <w:rFonts w:cs="Times New Roman"/>
      <w:b/>
    </w:rPr>
  </w:style>
  <w:style w:type="paragraph" w:customStyle="1" w:styleId="msonospacing0">
    <w:name w:val="msonospacing"/>
    <w:basedOn w:val="Normal"/>
    <w:uiPriority w:val="99"/>
    <w:rsid w:val="00C57E65"/>
    <w:pPr>
      <w:spacing w:before="100" w:beforeAutospacing="1" w:after="100" w:afterAutospacing="1"/>
    </w:pPr>
  </w:style>
  <w:style w:type="paragraph" w:customStyle="1" w:styleId="entry">
    <w:name w:val="entry"/>
    <w:basedOn w:val="Normal"/>
    <w:uiPriority w:val="99"/>
    <w:rsid w:val="00C57E65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rsid w:val="00C57E65"/>
    <w:pPr>
      <w:spacing w:before="100" w:beforeAutospacing="1" w:after="100" w:afterAutospacing="1"/>
    </w:pPr>
  </w:style>
  <w:style w:type="character" w:customStyle="1" w:styleId="t2">
    <w:name w:val="t2"/>
    <w:basedOn w:val="DefaultParagraphFont"/>
    <w:uiPriority w:val="99"/>
    <w:rsid w:val="00C57E65"/>
    <w:rPr>
      <w:rFonts w:cs="Times New Roman"/>
    </w:rPr>
  </w:style>
  <w:style w:type="character" w:customStyle="1" w:styleId="apple-converted-space">
    <w:name w:val="apple-converted-space"/>
    <w:uiPriority w:val="99"/>
    <w:rsid w:val="00C57E65"/>
  </w:style>
  <w:style w:type="paragraph" w:styleId="BodyText">
    <w:name w:val="Body Text"/>
    <w:basedOn w:val="Normal"/>
    <w:link w:val="BodyTextChar"/>
    <w:uiPriority w:val="99"/>
    <w:rsid w:val="00C57E65"/>
    <w:pPr>
      <w:jc w:val="both"/>
    </w:pPr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C57E65"/>
    <w:rPr>
      <w:rFonts w:ascii="Times New Roman" w:hAnsi="Times New Roman" w:cs="Times New Roman"/>
      <w:sz w:val="20"/>
      <w:szCs w:val="20"/>
      <w:lang w:eastAsia="ru-RU"/>
    </w:rPr>
  </w:style>
  <w:style w:type="table" w:styleId="TableGrid">
    <w:name w:val="Table Grid"/>
    <w:basedOn w:val="TableNormal"/>
    <w:uiPriority w:val="99"/>
    <w:rsid w:val="001A2941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1D7FE6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rsid w:val="00A674E3"/>
    <w:rPr>
      <w:rFonts w:cs="Times New Roman"/>
      <w:color w:val="008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1561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56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167</TotalTime>
  <Pages>12</Pages>
  <Words>4824</Words>
  <Characters>27497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Принято </dc:title>
  <dc:subject/>
  <dc:creator>DNA7 X86</dc:creator>
  <cp:keywords/>
  <dc:description/>
  <cp:lastModifiedBy>Пользователь</cp:lastModifiedBy>
  <cp:revision>17</cp:revision>
  <cp:lastPrinted>2015-02-05T15:09:00Z</cp:lastPrinted>
  <dcterms:created xsi:type="dcterms:W3CDTF">2013-12-13T03:02:00Z</dcterms:created>
  <dcterms:modified xsi:type="dcterms:W3CDTF">2015-02-05T15:09:00Z</dcterms:modified>
</cp:coreProperties>
</file>